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3A616B3E" w:rsidR="006451DF" w:rsidRDefault="00226230" w:rsidP="00226230">
      <w:pPr>
        <w:pStyle w:val="Nzev"/>
        <w:tabs>
          <w:tab w:val="clear" w:pos="720"/>
          <w:tab w:val="left" w:pos="3969"/>
        </w:tabs>
        <w:ind w:left="0" w:right="21"/>
        <w:jc w:val="left"/>
        <w:rPr>
          <w:szCs w:val="22"/>
        </w:rPr>
      </w:pPr>
      <w:r>
        <w:rPr>
          <w:szCs w:val="22"/>
        </w:rPr>
        <w:tab/>
      </w:r>
    </w:p>
    <w:p w14:paraId="0A2192F6" w14:textId="67BFD6CA" w:rsidR="00547489" w:rsidRDefault="006451DF" w:rsidP="00226230">
      <w:pPr>
        <w:pStyle w:val="Nzev"/>
        <w:tabs>
          <w:tab w:val="clear" w:pos="720"/>
          <w:tab w:val="left" w:pos="3969"/>
        </w:tabs>
        <w:ind w:left="0" w:right="21"/>
        <w:jc w:val="left"/>
        <w:rPr>
          <w:szCs w:val="22"/>
        </w:rPr>
      </w:pPr>
      <w:r>
        <w:rPr>
          <w:szCs w:val="22"/>
        </w:rPr>
        <w:tab/>
        <w:t>NÁVR</w:t>
      </w:r>
      <w:bookmarkStart w:id="0" w:name="_GoBack"/>
      <w:bookmarkEnd w:id="0"/>
      <w:r>
        <w:rPr>
          <w:szCs w:val="22"/>
        </w:rPr>
        <w:t xml:space="preserve">H </w:t>
      </w:r>
      <w:r w:rsidR="00547489">
        <w:rPr>
          <w:szCs w:val="22"/>
        </w:rPr>
        <w:t>SMLOUV</w:t>
      </w:r>
      <w:r>
        <w:rPr>
          <w:szCs w:val="22"/>
        </w:rPr>
        <w:t>Y</w:t>
      </w:r>
      <w:r w:rsidR="00547489">
        <w:rPr>
          <w:szCs w:val="22"/>
        </w:rPr>
        <w:t xml:space="preserve"> O DÍLO</w:t>
      </w:r>
    </w:p>
    <w:p w14:paraId="450FAE79" w14:textId="77F58F99" w:rsidR="00D54220" w:rsidRPr="00520E19" w:rsidRDefault="00D54220" w:rsidP="00753518">
      <w:pPr>
        <w:pStyle w:val="Zkladntext"/>
        <w:tabs>
          <w:tab w:val="left" w:pos="3969"/>
        </w:tabs>
      </w:pPr>
      <w:r w:rsidRPr="00520E19">
        <w:t>Číslo smlouvy objednatele:</w:t>
      </w:r>
      <w:r w:rsidR="00753518">
        <w:tab/>
      </w:r>
      <w:r w:rsidR="007901F7">
        <w:t>DOD20231734</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31189BFF"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645D9423" w14:textId="58A589D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608 068 514</w:t>
      </w:r>
    </w:p>
    <w:p w14:paraId="00F12D3F" w14:textId="77777777" w:rsidR="00711F94" w:rsidRPr="00711F94" w:rsidRDefault="0019602D" w:rsidP="00711F94">
      <w:pPr>
        <w:tabs>
          <w:tab w:val="left" w:pos="3969"/>
        </w:tabs>
        <w:spacing w:before="120" w:line="240" w:lineRule="auto"/>
        <w:ind w:left="3969" w:right="21" w:hanging="3969"/>
        <w:jc w:val="both"/>
        <w:rPr>
          <w:szCs w:val="22"/>
        </w:rPr>
      </w:pPr>
      <w:r>
        <w:rPr>
          <w:szCs w:val="22"/>
        </w:rPr>
        <w:tab/>
      </w:r>
      <w:r w:rsidR="00711F94" w:rsidRPr="00711F94">
        <w:rPr>
          <w:szCs w:val="22"/>
        </w:rPr>
        <w:t>Ing. Ondřej Ferenčík, manažer stavebních projektů</w:t>
      </w:r>
    </w:p>
    <w:p w14:paraId="7508DC1A" w14:textId="3F618382" w:rsidR="00055A4E" w:rsidRPr="00711F94" w:rsidRDefault="00711F94" w:rsidP="007006CD">
      <w:pPr>
        <w:tabs>
          <w:tab w:val="left" w:pos="3969"/>
        </w:tabs>
        <w:ind w:right="21"/>
        <w:rPr>
          <w:szCs w:val="22"/>
        </w:rPr>
      </w:pPr>
      <w:r w:rsidRPr="00711F94">
        <w:rPr>
          <w:szCs w:val="22"/>
        </w:rPr>
        <w:tab/>
        <w:t xml:space="preserve">email: </w:t>
      </w:r>
      <w:hyperlink r:id="rId10" w:history="1">
        <w:r w:rsidRPr="00711F94">
          <w:rPr>
            <w:rStyle w:val="Hypertextovodkaz"/>
            <w:szCs w:val="22"/>
          </w:rPr>
          <w:t>Ondrej.Ferencik@dpo.cz</w:t>
        </w:r>
      </w:hyperlink>
      <w:r w:rsidRPr="00711F94">
        <w:rPr>
          <w:szCs w:val="22"/>
        </w:rPr>
        <w:t>, tel.: 607 015 558</w:t>
      </w:r>
    </w:p>
    <w:p w14:paraId="0CD337F9" w14:textId="185CFAE8"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43A96">
        <w:rPr>
          <w:sz w:val="22"/>
          <w:szCs w:val="22"/>
        </w:rPr>
        <w:t>Ing. Martin Chovanec, ředitel úseku technického</w:t>
      </w:r>
    </w:p>
    <w:p w14:paraId="7EC3228D" w14:textId="09BC87B3"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69CA011C" w14:textId="23A727EB" w:rsidR="0019602D" w:rsidRDefault="00547489" w:rsidP="00F26BF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84058F">
        <w:rPr>
          <w:szCs w:val="22"/>
        </w:rPr>
        <w:t xml:space="preserve">NR-50-23-OŘ-Če </w:t>
      </w:r>
      <w:r w:rsidR="0019602D">
        <w:rPr>
          <w:szCs w:val="22"/>
        </w:rPr>
        <w:t>a v investičním plánu je vedena pod číslem IP 071_2022.</w:t>
      </w:r>
    </w:p>
    <w:p w14:paraId="63BD5263" w14:textId="11C91226" w:rsidR="00FF5BB8" w:rsidRDefault="0019602D" w:rsidP="00F26BF1">
      <w:pPr>
        <w:pStyle w:val="Zkladntext"/>
        <w:spacing w:before="120"/>
        <w:jc w:val="both"/>
        <w:rPr>
          <w:i/>
          <w:color w:val="00B0F0"/>
          <w:szCs w:val="22"/>
        </w:rPr>
      </w:pPr>
      <w:r>
        <w:rPr>
          <w:szCs w:val="22"/>
        </w:rPr>
        <w:t>P</w:t>
      </w:r>
      <w:r w:rsidR="00854F0E">
        <w:rPr>
          <w:szCs w:val="22"/>
        </w:rPr>
        <w:t xml:space="preserve">ředchozí souhlas dozorčí rady objednatele k uzavření této smlouvy byl udělen dne … </w:t>
      </w:r>
      <w:r w:rsidR="00854F0E" w:rsidRPr="00E74983">
        <w:rPr>
          <w:i/>
          <w:iCs/>
          <w:color w:val="00B0F0"/>
          <w:szCs w:val="22"/>
        </w:rPr>
        <w:t>(Pozn.: Zhotovitel nevyplňuje, doplní objednatel až před podpisem smlouvy.)</w:t>
      </w:r>
      <w:r w:rsidR="00854F0E" w:rsidRPr="00E74983">
        <w:rPr>
          <w:bCs/>
          <w:i/>
          <w:iCs/>
        </w:rPr>
        <w:t xml:space="preserve"> </w:t>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50D240B6"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893121">
        <w:rPr>
          <w:i/>
        </w:rPr>
        <w:t xml:space="preserve"> nebo „</w:t>
      </w:r>
      <w:r w:rsidR="001674EB">
        <w:rPr>
          <w:i/>
        </w:rPr>
        <w:t xml:space="preserve">rekonstrukce </w:t>
      </w:r>
      <w:r w:rsidR="00063A60">
        <w:rPr>
          <w:i/>
        </w:rPr>
        <w:t>střechy</w:t>
      </w:r>
      <w:r w:rsidR="004E5232">
        <w:rPr>
          <w:i/>
        </w:rPr>
        <w:t>“</w:t>
      </w:r>
      <w:r w:rsidR="00893121">
        <w:rPr>
          <w:i/>
        </w:rPr>
        <w:t>)</w:t>
      </w:r>
      <w:r w:rsidR="00A46880">
        <w:t xml:space="preserve"> </w:t>
      </w:r>
      <w:r w:rsidR="00E702D4" w:rsidRPr="002E6B55">
        <w:t xml:space="preserve">pod názvem </w:t>
      </w:r>
      <w:r w:rsidR="00E702D4" w:rsidRPr="00ED3D7A">
        <w:rPr>
          <w:b/>
        </w:rPr>
        <w:t>„</w:t>
      </w:r>
      <w:r w:rsidR="00702588">
        <w:rPr>
          <w:b/>
        </w:rPr>
        <w:t xml:space="preserve">Areál tramvaje Moravská Ostrava – Hala vozovny - </w:t>
      </w:r>
      <w:r w:rsidR="00063A60">
        <w:rPr>
          <w:b/>
        </w:rPr>
        <w:t>Rekonstrukce střech</w:t>
      </w:r>
      <w:r w:rsidR="00702588">
        <w:rPr>
          <w:b/>
        </w:rPr>
        <w:t>y</w:t>
      </w:r>
      <w:r w:rsidR="00E702D4" w:rsidRPr="00ED3D7A">
        <w:rPr>
          <w:b/>
        </w:rPr>
        <w:t>“</w:t>
      </w:r>
      <w:r w:rsidR="00B41DB4">
        <w:rPr>
          <w:b/>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 rozsahu a členění podle dokumentac</w:t>
      </w:r>
      <w:r w:rsidR="00B41DB4">
        <w:t>e</w:t>
      </w:r>
      <w:r w:rsidR="00B41DB4" w:rsidRPr="00FD658E">
        <w:t xml:space="preserve"> pro </w:t>
      </w:r>
      <w:r w:rsidR="001071FE">
        <w:t xml:space="preserve">vydání stavebního povolení v podrobnostech pro provádění stavby </w:t>
      </w:r>
      <w:r w:rsidR="00B41DB4">
        <w:t>(</w:t>
      </w:r>
      <w:r w:rsidR="001071FE">
        <w:t xml:space="preserve">DSP + </w:t>
      </w:r>
      <w:r w:rsidR="00B41DB4">
        <w:t>DPS)</w:t>
      </w:r>
      <w:r w:rsidR="00B41DB4" w:rsidRPr="00FD658E">
        <w:t xml:space="preserve"> </w:t>
      </w:r>
      <w:r w:rsidR="00B41DB4" w:rsidRPr="00B41DB4">
        <w:rPr>
          <w:i/>
        </w:rPr>
        <w:t>„</w:t>
      </w:r>
      <w:r w:rsidR="001071FE">
        <w:rPr>
          <w:i/>
        </w:rPr>
        <w:t>Areál tramvaje Moravská Ostrava – Hala vozovny – Rekonstrukce střechy</w:t>
      </w:r>
      <w:r w:rsidR="00B41DB4" w:rsidRPr="00B41DB4">
        <w:rPr>
          <w:i/>
        </w:rPr>
        <w:t>“</w:t>
      </w:r>
      <w:r w:rsidR="00961CC8">
        <w:rPr>
          <w:i/>
        </w:rPr>
        <w:t xml:space="preserve">, arch. </w:t>
      </w:r>
      <w:r w:rsidR="00961CC8" w:rsidRPr="00961CC8">
        <w:rPr>
          <w:i/>
        </w:rPr>
        <w:t>č.:</w:t>
      </w:r>
      <w:r w:rsidR="00B41DB4" w:rsidRPr="00961CC8">
        <w:rPr>
          <w:i/>
        </w:rPr>
        <w:t xml:space="preserve"> </w:t>
      </w:r>
      <w:r w:rsidR="001071FE">
        <w:rPr>
          <w:i/>
        </w:rPr>
        <w:t>20-0006-01</w:t>
      </w:r>
      <w:r w:rsidR="00961CC8">
        <w:t xml:space="preserve">, </w:t>
      </w:r>
      <w:r w:rsidR="00B41DB4" w:rsidRPr="00FD658E">
        <w:t>vypracované společností</w:t>
      </w:r>
      <w:r w:rsidR="00B41DB4">
        <w:t xml:space="preserve"> </w:t>
      </w:r>
      <w:r w:rsidR="00FF70B7" w:rsidRPr="00FF70B7">
        <w:rPr>
          <w:i/>
        </w:rPr>
        <w:t>Stavební a rozvojová s.r.o.</w:t>
      </w:r>
      <w:r w:rsidR="00B41DB4">
        <w:t xml:space="preserve">, </w:t>
      </w:r>
      <w:r w:rsidR="00B41DB4" w:rsidRPr="004F1115">
        <w:t>se sídlem</w:t>
      </w:r>
      <w:r w:rsidR="00B41DB4" w:rsidRPr="00391ED1">
        <w:rPr>
          <w:i/>
        </w:rPr>
        <w:t xml:space="preserve"> </w:t>
      </w:r>
      <w:r w:rsidR="00FF70B7">
        <w:rPr>
          <w:i/>
        </w:rPr>
        <w:t>Na Bunčáku 1018/1, 710 00 Ostrava – Slezská Ostrava</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7D0EFB3B" w:rsidR="00BD5B93"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0538ED">
        <w:rPr>
          <w:sz w:val="22"/>
          <w:szCs w:val="22"/>
        </w:rPr>
        <w:t xml:space="preserve">v Areálu tramvaje Moravská </w:t>
      </w:r>
      <w:r w:rsidR="00ED3D7A" w:rsidRPr="000F17BA">
        <w:rPr>
          <w:sz w:val="22"/>
          <w:szCs w:val="22"/>
        </w:rPr>
        <w:t>Ostrava</w:t>
      </w:r>
      <w:r w:rsidR="00702588">
        <w:rPr>
          <w:sz w:val="22"/>
          <w:szCs w:val="22"/>
        </w:rPr>
        <w:t xml:space="preserve"> – Hale vozovny</w:t>
      </w:r>
      <w:r w:rsidR="00312117">
        <w:rPr>
          <w:sz w:val="22"/>
          <w:szCs w:val="22"/>
        </w:rPr>
        <w:t>.</w:t>
      </w:r>
      <w:r w:rsidR="00F1170E">
        <w:rPr>
          <w:sz w:val="22"/>
          <w:szCs w:val="22"/>
        </w:rPr>
        <w:t xml:space="preserve"> </w:t>
      </w:r>
      <w:r w:rsidR="00D5723F">
        <w:rPr>
          <w:sz w:val="22"/>
          <w:szCs w:val="22"/>
        </w:rPr>
        <w:t xml:space="preserve">Realizace stavby bude probíhat za provozu v hale.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702588">
        <w:rPr>
          <w:sz w:val="22"/>
          <w:szCs w:val="22"/>
        </w:rPr>
        <w:t>4</w:t>
      </w:r>
      <w:r w:rsidR="000F17BA" w:rsidRPr="000F17BA">
        <w:rPr>
          <w:sz w:val="22"/>
          <w:szCs w:val="22"/>
        </w:rPr>
        <w:t xml:space="preserve"> této smlouvy.</w:t>
      </w:r>
      <w:r w:rsidR="000538ED">
        <w:rPr>
          <w:sz w:val="22"/>
          <w:szCs w:val="22"/>
        </w:rPr>
        <w:t xml:space="preserve"> </w:t>
      </w:r>
    </w:p>
    <w:p w14:paraId="12015E3D" w14:textId="4BC4135E" w:rsidR="001D35C7" w:rsidRDefault="001D35C7" w:rsidP="000645A7">
      <w:pPr>
        <w:pStyle w:val="Text"/>
        <w:numPr>
          <w:ilvl w:val="1"/>
          <w:numId w:val="10"/>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w:t>
      </w:r>
      <w:r w:rsidR="0019602D" w:rsidRPr="00EB1095">
        <w:rPr>
          <w:sz w:val="22"/>
          <w:szCs w:val="22"/>
        </w:rPr>
        <w:t xml:space="preserve">pro pomocné práce, výrobně technické dokumentace, detailů a dokumentace výrobků dodávaných na </w:t>
      </w:r>
      <w:r w:rsidR="0019602D" w:rsidRPr="005172A8">
        <w:rPr>
          <w:sz w:val="22"/>
          <w:szCs w:val="22"/>
        </w:rPr>
        <w:t>stavbu, a pro jiné části Díla v případě, že její zhotovení bude nutné pro realizaci Díla (dále jen podrobné</w:t>
      </w:r>
      <w:r w:rsidR="0019602D" w:rsidRPr="00EB1095">
        <w:rPr>
          <w:sz w:val="22"/>
          <w:szCs w:val="22"/>
        </w:rPr>
        <w:t xml:space="preserve">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28C388C7" w14:textId="31082A55" w:rsidR="00270199" w:rsidRPr="00270199" w:rsidRDefault="00270199" w:rsidP="00270199">
      <w:pPr>
        <w:pStyle w:val="Text"/>
        <w:tabs>
          <w:tab w:val="clear" w:pos="227"/>
        </w:tabs>
        <w:spacing w:before="90" w:line="240" w:lineRule="auto"/>
        <w:ind w:left="851"/>
        <w:rPr>
          <w:sz w:val="22"/>
          <w:szCs w:val="22"/>
        </w:rPr>
      </w:pPr>
      <w:r w:rsidRPr="00270199">
        <w:rPr>
          <w:sz w:val="22"/>
          <w:szCs w:val="22"/>
        </w:rPr>
        <w:t xml:space="preserve">Objednatel se zavazuje poskytnout zhotoviteli projektové </w:t>
      </w:r>
      <w:r w:rsidRPr="00FF70B7">
        <w:rPr>
          <w:sz w:val="22"/>
          <w:szCs w:val="22"/>
        </w:rPr>
        <w:t xml:space="preserve">dokumentace </w:t>
      </w:r>
      <w:r w:rsidR="00FF70B7" w:rsidRPr="00FF70B7">
        <w:rPr>
          <w:sz w:val="22"/>
          <w:szCs w:val="22"/>
        </w:rPr>
        <w:t xml:space="preserve">pro vydání stavebního povolení v podrobnostech pro provádění stavby </w:t>
      </w:r>
      <w:r w:rsidRPr="00FF70B7">
        <w:rPr>
          <w:sz w:val="22"/>
          <w:szCs w:val="22"/>
        </w:rPr>
        <w:t>(</w:t>
      </w:r>
      <w:r w:rsidR="00FF70B7" w:rsidRPr="00FF70B7">
        <w:rPr>
          <w:sz w:val="22"/>
          <w:szCs w:val="22"/>
        </w:rPr>
        <w:t xml:space="preserve">DSP + </w:t>
      </w:r>
      <w:r w:rsidRPr="00FF70B7">
        <w:rPr>
          <w:sz w:val="22"/>
          <w:szCs w:val="22"/>
        </w:rPr>
        <w:t>DPS)</w:t>
      </w:r>
      <w:r w:rsidRPr="00270199">
        <w:rPr>
          <w:sz w:val="22"/>
          <w:szCs w:val="22"/>
        </w:rPr>
        <w:t xml:space="preserve"> </w:t>
      </w:r>
      <w:r w:rsidR="00FF70B7">
        <w:rPr>
          <w:sz w:val="22"/>
          <w:szCs w:val="22"/>
        </w:rPr>
        <w:t xml:space="preserve">a </w:t>
      </w:r>
      <w:r w:rsidR="00FF70B7" w:rsidRPr="00FF70B7">
        <w:rPr>
          <w:i/>
          <w:sz w:val="22"/>
          <w:szCs w:val="22"/>
        </w:rPr>
        <w:t>„Areál tramvaje Moravská Ostrava – Hala vozovny</w:t>
      </w:r>
      <w:r w:rsidR="00702588">
        <w:rPr>
          <w:i/>
          <w:sz w:val="22"/>
          <w:szCs w:val="22"/>
        </w:rPr>
        <w:t xml:space="preserve"> – Rekonstrukce střechy</w:t>
      </w:r>
      <w:r w:rsidR="00FF70B7" w:rsidRPr="00FF70B7">
        <w:rPr>
          <w:i/>
          <w:sz w:val="22"/>
          <w:szCs w:val="22"/>
        </w:rPr>
        <w:t>“</w:t>
      </w:r>
      <w:r w:rsidR="00FF70B7">
        <w:rPr>
          <w:sz w:val="22"/>
          <w:szCs w:val="22"/>
        </w:rPr>
        <w:t xml:space="preserve"> </w:t>
      </w:r>
      <w:r w:rsidRPr="00270199">
        <w:rPr>
          <w:sz w:val="22"/>
          <w:szCs w:val="22"/>
        </w:rPr>
        <w:t>k vypracování podrobné prováděcí dokumentace v elektronické podobě (ve formátu *.dwg, *.doc</w:t>
      </w:r>
      <w:r w:rsidR="004E5232">
        <w:rPr>
          <w:sz w:val="22"/>
          <w:szCs w:val="22"/>
        </w:rPr>
        <w:t>x</w:t>
      </w:r>
      <w:r w:rsidRPr="00270199">
        <w:rPr>
          <w:sz w:val="22"/>
          <w:szCs w:val="22"/>
        </w:rPr>
        <w:t>, *.xls</w:t>
      </w:r>
      <w:r w:rsidR="004E5232">
        <w:rPr>
          <w:sz w:val="22"/>
          <w:szCs w:val="22"/>
        </w:rPr>
        <w:t>x</w:t>
      </w:r>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482E3A14" w14:textId="33971337" w:rsidR="001B51DD" w:rsidRDefault="001B51DD" w:rsidP="00EB7330">
      <w:pPr>
        <w:pStyle w:val="Text"/>
        <w:numPr>
          <w:ilvl w:val="1"/>
          <w:numId w:val="10"/>
        </w:numPr>
        <w:tabs>
          <w:tab w:val="clear" w:pos="227"/>
        </w:tabs>
        <w:spacing w:before="90" w:line="240" w:lineRule="auto"/>
        <w:ind w:left="851" w:right="21" w:hanging="284"/>
        <w:rPr>
          <w:sz w:val="22"/>
          <w:szCs w:val="22"/>
        </w:rPr>
      </w:pPr>
      <w:r w:rsidRPr="001B51DD">
        <w:rPr>
          <w:sz w:val="22"/>
          <w:szCs w:val="22"/>
        </w:rPr>
        <w:t xml:space="preserve">Zhotovitel </w:t>
      </w:r>
      <w:r w:rsidR="00571AB4">
        <w:rPr>
          <w:sz w:val="22"/>
          <w:szCs w:val="22"/>
        </w:rPr>
        <w:t>nejpozději</w:t>
      </w:r>
      <w:r w:rsidRPr="001B51DD">
        <w:rPr>
          <w:sz w:val="22"/>
          <w:szCs w:val="22"/>
        </w:rPr>
        <w:t xml:space="preserve"> </w:t>
      </w:r>
      <w:r w:rsidR="00571AB4">
        <w:rPr>
          <w:sz w:val="22"/>
          <w:szCs w:val="22"/>
        </w:rPr>
        <w:t xml:space="preserve">do </w:t>
      </w:r>
      <w:r w:rsidRPr="001B51DD">
        <w:rPr>
          <w:sz w:val="22"/>
          <w:szCs w:val="22"/>
        </w:rPr>
        <w:t>1</w:t>
      </w:r>
      <w:r w:rsidR="005C4EA6">
        <w:rPr>
          <w:sz w:val="22"/>
          <w:szCs w:val="22"/>
        </w:rPr>
        <w:t>5</w:t>
      </w:r>
      <w:r w:rsidRPr="001B51DD">
        <w:rPr>
          <w:sz w:val="22"/>
          <w:szCs w:val="22"/>
        </w:rPr>
        <w:t xml:space="preserve"> pracovních dní </w:t>
      </w:r>
      <w:r w:rsidR="00571AB4">
        <w:rPr>
          <w:sz w:val="22"/>
          <w:szCs w:val="22"/>
        </w:rPr>
        <w:t xml:space="preserve">od nabytí účinnosti smlouvy </w:t>
      </w:r>
      <w:r w:rsidRPr="001B51DD">
        <w:rPr>
          <w:sz w:val="22"/>
          <w:szCs w:val="22"/>
        </w:rPr>
        <w:t xml:space="preserve">předloží objednateli ke schválení technologické postupy a kontrolní a zkušební plán (KZP). </w:t>
      </w:r>
      <w:r w:rsidR="009405DE">
        <w:rPr>
          <w:sz w:val="22"/>
          <w:szCs w:val="22"/>
        </w:rPr>
        <w:t xml:space="preserve">V rámci KZP bude pro ověření funkčnosti střešní krytiny navrženo provedení alespoň jiskrové zkoušky. </w:t>
      </w:r>
      <w:r w:rsidRPr="001B51DD">
        <w:rPr>
          <w:sz w:val="22"/>
          <w:szCs w:val="22"/>
        </w:rPr>
        <w:t xml:space="preserve">Práce budou zahájeny až po schválení těchto dokumentů objednatelem. Objednatel je povinen uplatnit své připomínky nebo odsouhlasit tyto dokumenty nejpozději do </w:t>
      </w:r>
      <w:r w:rsidR="0019602D">
        <w:rPr>
          <w:sz w:val="22"/>
          <w:szCs w:val="22"/>
        </w:rPr>
        <w:t>10</w:t>
      </w:r>
      <w:r w:rsidRPr="001B51DD">
        <w:rPr>
          <w:sz w:val="22"/>
          <w:szCs w:val="22"/>
        </w:rPr>
        <w:t xml:space="preserve">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1D46847A" w14:textId="77777777" w:rsidR="0019602D" w:rsidRPr="004B38DE" w:rsidRDefault="0019602D" w:rsidP="0019602D">
      <w:pPr>
        <w:pStyle w:val="Text"/>
        <w:numPr>
          <w:ilvl w:val="1"/>
          <w:numId w:val="10"/>
        </w:numPr>
        <w:tabs>
          <w:tab w:val="clear" w:pos="227"/>
        </w:tabs>
        <w:spacing w:before="90" w:line="240" w:lineRule="auto"/>
        <w:ind w:left="851" w:right="21" w:hanging="284"/>
        <w:rPr>
          <w:sz w:val="22"/>
          <w:szCs w:val="22"/>
        </w:rPr>
      </w:pPr>
      <w:r w:rsidRPr="004B38DE">
        <w:rPr>
          <w:color w:val="auto"/>
          <w:sz w:val="22"/>
          <w:szCs w:val="22"/>
        </w:rPr>
        <w:t>Provedení geodetických prací – zajistí zhotovitel po dobu realizace stavby, včetně zhotovení geodetického zaměření</w:t>
      </w:r>
      <w:r w:rsidRPr="004B38DE">
        <w:rPr>
          <w:sz w:val="22"/>
          <w:szCs w:val="22"/>
        </w:rPr>
        <w:t xml:space="preserve"> skutečného provedení dokončené stavby.</w:t>
      </w:r>
    </w:p>
    <w:p w14:paraId="3555036E" w14:textId="77777777" w:rsidR="0019602D" w:rsidRPr="004B38DE" w:rsidRDefault="0019602D" w:rsidP="0019602D">
      <w:pPr>
        <w:pStyle w:val="Text"/>
        <w:tabs>
          <w:tab w:val="clear" w:pos="227"/>
        </w:tabs>
        <w:spacing w:before="90" w:line="240" w:lineRule="auto"/>
        <w:ind w:left="851" w:right="21"/>
        <w:rPr>
          <w:sz w:val="22"/>
          <w:szCs w:val="22"/>
        </w:rPr>
      </w:pPr>
      <w:r w:rsidRPr="004B38DE">
        <w:rPr>
          <w:color w:val="auto"/>
          <w:sz w:val="22"/>
          <w:szCs w:val="22"/>
        </w:rPr>
        <w:lastRenderedPageBreak/>
        <w:t>Geodetické</w:t>
      </w:r>
      <w:r w:rsidRPr="004B38DE">
        <w:rPr>
          <w:sz w:val="22"/>
          <w:szCs w:val="22"/>
        </w:rPr>
        <w:t xml:space="preserve"> zaměření realizované stavby budou dodány v následujícím rozsahu:</w:t>
      </w:r>
    </w:p>
    <w:p w14:paraId="197154E7" w14:textId="77777777" w:rsidR="0019602D" w:rsidRPr="00A64E1E" w:rsidRDefault="0019602D" w:rsidP="0019602D">
      <w:pPr>
        <w:pStyle w:val="Text"/>
        <w:numPr>
          <w:ilvl w:val="0"/>
          <w:numId w:val="9"/>
        </w:numPr>
        <w:tabs>
          <w:tab w:val="clear" w:pos="227"/>
        </w:tabs>
        <w:spacing w:before="90" w:line="240" w:lineRule="auto"/>
        <w:ind w:left="1134" w:right="21" w:hanging="283"/>
        <w:rPr>
          <w:sz w:val="22"/>
          <w:szCs w:val="22"/>
        </w:rPr>
      </w:pPr>
      <w:r w:rsidRPr="00A64E1E">
        <w:rPr>
          <w:sz w:val="22"/>
          <w:szCs w:val="22"/>
        </w:rPr>
        <w:t xml:space="preserve">2 x </w:t>
      </w:r>
      <w:r w:rsidRPr="007727B3">
        <w:rPr>
          <w:sz w:val="22"/>
          <w:szCs w:val="22"/>
        </w:rPr>
        <w:t>v </w:t>
      </w:r>
      <w:r w:rsidRPr="004B38DE">
        <w:rPr>
          <w:color w:val="auto"/>
          <w:sz w:val="22"/>
          <w:szCs w:val="22"/>
        </w:rPr>
        <w:t>tištěné</w:t>
      </w:r>
      <w:r w:rsidRPr="00A64E1E">
        <w:rPr>
          <w:sz w:val="22"/>
          <w:szCs w:val="22"/>
        </w:rPr>
        <w:t xml:space="preserve"> podobě. </w:t>
      </w:r>
    </w:p>
    <w:p w14:paraId="08FAD202" w14:textId="2BD2CF67" w:rsidR="0019602D" w:rsidRPr="0019602D" w:rsidRDefault="0019602D" w:rsidP="0019602D">
      <w:pPr>
        <w:pStyle w:val="Text"/>
        <w:numPr>
          <w:ilvl w:val="0"/>
          <w:numId w:val="9"/>
        </w:numPr>
        <w:tabs>
          <w:tab w:val="clear" w:pos="227"/>
        </w:tabs>
        <w:spacing w:before="90" w:line="240" w:lineRule="auto"/>
        <w:ind w:left="1134" w:right="21" w:hanging="283"/>
        <w:rPr>
          <w:sz w:val="22"/>
          <w:szCs w:val="22"/>
        </w:rPr>
      </w:pPr>
      <w:r w:rsidRPr="00A64E1E">
        <w:rPr>
          <w:sz w:val="22"/>
          <w:szCs w:val="22"/>
        </w:rPr>
        <w:t>1 x v </w:t>
      </w:r>
      <w:r w:rsidRPr="0019602D">
        <w:rPr>
          <w:sz w:val="22"/>
          <w:szCs w:val="22"/>
        </w:rPr>
        <w:t>elektronické</w:t>
      </w:r>
      <w:r w:rsidRPr="00A64E1E">
        <w:rPr>
          <w:sz w:val="22"/>
          <w:szCs w:val="22"/>
        </w:rPr>
        <w:t xml:space="preserve"> podobě na el. nosiči (CD, DVD, USB disk) – výkresová dokumentace ve formátu *.dwg v editovatelné verzi, textová část ve formátu </w:t>
      </w:r>
      <w:r>
        <w:rPr>
          <w:sz w:val="22"/>
          <w:szCs w:val="22"/>
        </w:rPr>
        <w:t>*</w:t>
      </w:r>
      <w:r w:rsidRPr="00A64E1E">
        <w:rPr>
          <w:sz w:val="22"/>
          <w:szCs w:val="22"/>
        </w:rPr>
        <w:t>.docx , tabulková část ve formátu *.xlsx.</w:t>
      </w:r>
    </w:p>
    <w:p w14:paraId="4C30418F" w14:textId="20B2DDFC"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60E517AA" w:rsidR="00CF748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r w:rsidR="00F44D3C">
        <w:rPr>
          <w:sz w:val="22"/>
          <w:szCs w:val="22"/>
        </w:rPr>
        <w:t xml:space="preserve"> </w:t>
      </w:r>
    </w:p>
    <w:p w14:paraId="4FC9C539" w14:textId="77408682" w:rsidR="0019602D" w:rsidRDefault="0019602D" w:rsidP="0019602D">
      <w:pPr>
        <w:pStyle w:val="Text"/>
        <w:numPr>
          <w:ilvl w:val="1"/>
          <w:numId w:val="10"/>
        </w:numPr>
        <w:tabs>
          <w:tab w:val="clear" w:pos="227"/>
        </w:tabs>
        <w:spacing w:before="90" w:line="240" w:lineRule="auto"/>
        <w:ind w:left="851" w:right="21" w:hanging="284"/>
        <w:rPr>
          <w:sz w:val="22"/>
          <w:szCs w:val="22"/>
        </w:rPr>
      </w:pPr>
      <w:r w:rsidRPr="00A46880">
        <w:rPr>
          <w:b/>
          <w:sz w:val="22"/>
          <w:szCs w:val="22"/>
        </w:rPr>
        <w:t xml:space="preserve">Zhotovitel zajistí veškeré potřebné dokumentace k provedení úspěšné </w:t>
      </w:r>
      <w:r>
        <w:rPr>
          <w:b/>
          <w:sz w:val="22"/>
          <w:szCs w:val="22"/>
        </w:rPr>
        <w:t xml:space="preserve">kontrolní prohlídky stavby </w:t>
      </w:r>
      <w:r>
        <w:rPr>
          <w:sz w:val="22"/>
          <w:szCs w:val="22"/>
        </w:rPr>
        <w:t xml:space="preserve">po </w:t>
      </w:r>
      <w:r w:rsidRPr="0096317E">
        <w:rPr>
          <w:color w:val="auto"/>
          <w:sz w:val="22"/>
          <w:szCs w:val="22"/>
        </w:rPr>
        <w:t>jejím</w:t>
      </w:r>
      <w:r>
        <w:rPr>
          <w:sz w:val="22"/>
          <w:szCs w:val="22"/>
        </w:rPr>
        <w:t xml:space="preserve"> dokončení nebo její části schopné samostatného užívání, </w:t>
      </w:r>
      <w:r w:rsidRPr="002322E1">
        <w:rPr>
          <w:sz w:val="22"/>
          <w:szCs w:val="22"/>
        </w:rPr>
        <w:t>a dokumenty uvedené v</w:t>
      </w:r>
      <w:r>
        <w:rPr>
          <w:sz w:val="22"/>
          <w:szCs w:val="22"/>
        </w:rPr>
        <w:t> </w:t>
      </w:r>
      <w:r w:rsidRPr="002322E1">
        <w:rPr>
          <w:sz w:val="22"/>
          <w:szCs w:val="22"/>
        </w:rPr>
        <w:t>rozhodnutí</w:t>
      </w:r>
      <w:r>
        <w:rPr>
          <w:sz w:val="22"/>
          <w:szCs w:val="22"/>
        </w:rPr>
        <w:t>ch/s</w:t>
      </w:r>
      <w:r w:rsidRPr="002322E1">
        <w:rPr>
          <w:sz w:val="22"/>
          <w:szCs w:val="22"/>
        </w:rPr>
        <w:t>tavební</w:t>
      </w:r>
      <w:r>
        <w:rPr>
          <w:sz w:val="22"/>
          <w:szCs w:val="22"/>
        </w:rPr>
        <w:t>ch povoleních,</w:t>
      </w:r>
      <w:r w:rsidRPr="002322E1">
        <w:rPr>
          <w:sz w:val="22"/>
          <w:szCs w:val="22"/>
        </w:rPr>
        <w:t xml:space="preserve"> a platných právních předpisech. Objednatel se zavazuje poskytnout za tímto účelem potřebnou součinnost.</w:t>
      </w:r>
    </w:p>
    <w:p w14:paraId="55A3A7DA" w14:textId="77777777" w:rsidR="0019602D" w:rsidRPr="0019602D" w:rsidRDefault="0019602D" w:rsidP="0019602D">
      <w:pPr>
        <w:pStyle w:val="Text"/>
        <w:numPr>
          <w:ilvl w:val="1"/>
          <w:numId w:val="10"/>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19602D">
      <w:pPr>
        <w:numPr>
          <w:ilvl w:val="0"/>
          <w:numId w:val="37"/>
        </w:numPr>
        <w:shd w:val="clear" w:color="auto" w:fill="FFFFFF"/>
        <w:spacing w:after="120" w:line="240" w:lineRule="auto"/>
        <w:ind w:left="1134" w:hanging="283"/>
        <w:jc w:val="both"/>
        <w:rPr>
          <w:color w:val="auto"/>
          <w:szCs w:val="22"/>
        </w:rPr>
      </w:pPr>
      <w:r w:rsidRPr="0019602D">
        <w:rPr>
          <w:color w:val="auto"/>
          <w:szCs w:val="22"/>
        </w:rPr>
        <w:t xml:space="preserve">před zahájením stavebních prací, </w:t>
      </w:r>
    </w:p>
    <w:p w14:paraId="6851D615" w14:textId="77777777" w:rsidR="0019602D" w:rsidRPr="00AE4FA4" w:rsidRDefault="0019602D" w:rsidP="0019602D">
      <w:pPr>
        <w:numPr>
          <w:ilvl w:val="0"/>
          <w:numId w:val="37"/>
        </w:numPr>
        <w:shd w:val="clear" w:color="auto" w:fill="FFFFFF"/>
        <w:spacing w:after="120" w:line="240" w:lineRule="auto"/>
        <w:ind w:left="1134" w:hanging="283"/>
        <w:jc w:val="both"/>
        <w:rPr>
          <w:color w:val="auto"/>
          <w:szCs w:val="22"/>
        </w:rPr>
      </w:pPr>
      <w:r w:rsidRPr="00AE4FA4">
        <w:rPr>
          <w:color w:val="auto"/>
          <w:szCs w:val="22"/>
        </w:rPr>
        <w:t>fotodokumentace dokumentující průběh prací na staveništi (zhotovitel ke každému kontrolnímu dni předá fotodokumentaci dosavadního průběhu prací provedených mezi jednotlivými kontrolními dny), fotodokumentace bude předávána elektronicky,</w:t>
      </w:r>
    </w:p>
    <w:p w14:paraId="268ECBC9" w14:textId="77777777" w:rsidR="0019602D" w:rsidRPr="00AE4FA4" w:rsidRDefault="0019602D" w:rsidP="0019602D">
      <w:pPr>
        <w:numPr>
          <w:ilvl w:val="0"/>
          <w:numId w:val="37"/>
        </w:numPr>
        <w:shd w:val="clear" w:color="auto" w:fill="FFFFFF"/>
        <w:spacing w:after="120" w:line="240" w:lineRule="auto"/>
        <w:ind w:left="1134" w:hanging="283"/>
        <w:jc w:val="both"/>
        <w:rPr>
          <w:color w:val="auto"/>
          <w:szCs w:val="22"/>
        </w:rPr>
      </w:pPr>
      <w:r w:rsidRPr="00AE4FA4">
        <w:rPr>
          <w:color w:val="auto"/>
          <w:szCs w:val="22"/>
        </w:rPr>
        <w:t xml:space="preserve">pořizování detailní fotodokumentace všech částí díla, které budou při dalším provádění prací zakryty, </w:t>
      </w:r>
    </w:p>
    <w:p w14:paraId="4F2C9491" w14:textId="77777777" w:rsidR="0019602D" w:rsidRPr="00AE4FA4" w:rsidRDefault="0019602D" w:rsidP="0019602D">
      <w:pPr>
        <w:numPr>
          <w:ilvl w:val="0"/>
          <w:numId w:val="37"/>
        </w:numPr>
        <w:shd w:val="clear" w:color="auto" w:fill="FFFFFF"/>
        <w:spacing w:after="120" w:line="240" w:lineRule="auto"/>
        <w:ind w:left="1134" w:hanging="283"/>
        <w:jc w:val="both"/>
        <w:rPr>
          <w:color w:val="auto"/>
          <w:szCs w:val="22"/>
        </w:rPr>
      </w:pPr>
      <w:r w:rsidRPr="00AE4FA4">
        <w:rPr>
          <w:color w:val="auto"/>
          <w:szCs w:val="22"/>
        </w:rPr>
        <w:t xml:space="preserve">pořízení fotodokumentace změn prováděných nad rámec smlouvy o dílo - dohodnutých a prováděných v souladu s touto smlouvou, </w:t>
      </w:r>
    </w:p>
    <w:p w14:paraId="7C4C6181" w14:textId="77777777" w:rsidR="0019602D" w:rsidRPr="00AE4FA4" w:rsidRDefault="0019602D" w:rsidP="0019602D">
      <w:pPr>
        <w:numPr>
          <w:ilvl w:val="0"/>
          <w:numId w:val="37"/>
        </w:numPr>
        <w:shd w:val="clear" w:color="auto" w:fill="FFFFFF"/>
        <w:spacing w:after="120" w:line="240" w:lineRule="auto"/>
        <w:ind w:left="1134" w:hanging="283"/>
        <w:jc w:val="both"/>
        <w:rPr>
          <w:color w:val="auto"/>
          <w:szCs w:val="22"/>
        </w:rPr>
      </w:pPr>
      <w:r w:rsidRPr="00AE4FA4">
        <w:rPr>
          <w:color w:val="auto"/>
          <w:szCs w:val="22"/>
        </w:rPr>
        <w:t xml:space="preserve">pořizování fotodokumentace vad a nedodělků bránících a nebránících užívání díla, </w:t>
      </w:r>
    </w:p>
    <w:p w14:paraId="1945821C" w14:textId="77777777" w:rsidR="0019602D" w:rsidRPr="00AE4FA4" w:rsidRDefault="0019602D" w:rsidP="0019602D">
      <w:pPr>
        <w:numPr>
          <w:ilvl w:val="0"/>
          <w:numId w:val="37"/>
        </w:numPr>
        <w:shd w:val="clear" w:color="auto" w:fill="FFFFFF"/>
        <w:spacing w:after="120" w:line="240" w:lineRule="auto"/>
        <w:ind w:left="1134" w:hanging="283"/>
        <w:jc w:val="both"/>
        <w:rPr>
          <w:color w:val="auto"/>
          <w:szCs w:val="22"/>
        </w:rPr>
      </w:pPr>
      <w:r w:rsidRPr="00AE4FA4">
        <w:rPr>
          <w:color w:val="auto"/>
          <w:szCs w:val="22"/>
        </w:rPr>
        <w:t xml:space="preserve">fotodokumentace po ukončení realizace. </w:t>
      </w:r>
    </w:p>
    <w:p w14:paraId="1791D9A4" w14:textId="6E8F9AE3" w:rsidR="0019602D" w:rsidRDefault="0019602D" w:rsidP="0019602D">
      <w:pPr>
        <w:pStyle w:val="Text"/>
        <w:tabs>
          <w:tab w:val="clear" w:pos="227"/>
        </w:tabs>
        <w:spacing w:before="90" w:line="240" w:lineRule="auto"/>
        <w:ind w:left="851" w:right="21"/>
        <w:rPr>
          <w:sz w:val="22"/>
          <w:szCs w:val="22"/>
        </w:rPr>
      </w:pPr>
      <w:r w:rsidRPr="00EB1095">
        <w:rPr>
          <w:sz w:val="22"/>
          <w:szCs w:val="22"/>
        </w:rPr>
        <w:t>Další požadavky na pořízení fotodokumentace jsou v příloze č. 4, čl. V. V případě, že zhotovitel nedodá fotodokumentaci v rozsahu tohoto bodu, je objednatel oprávněn požadovat smluvní pokutu dle bodu 9.10 této smlouvy. Objednatel si vyhrazuje právo na pořizování vlastní fotodokumentace v průběhu realizace díla.</w:t>
      </w:r>
    </w:p>
    <w:p w14:paraId="1635DE18" w14:textId="05039871" w:rsidR="0019602D" w:rsidRDefault="00F37F87" w:rsidP="0019602D">
      <w:pPr>
        <w:pStyle w:val="Text"/>
        <w:numPr>
          <w:ilvl w:val="1"/>
          <w:numId w:val="10"/>
        </w:numPr>
        <w:tabs>
          <w:tab w:val="clear" w:pos="227"/>
        </w:tabs>
        <w:spacing w:before="90" w:line="240" w:lineRule="auto"/>
        <w:ind w:left="851" w:right="21" w:hanging="284"/>
        <w:rPr>
          <w:sz w:val="22"/>
          <w:szCs w:val="22"/>
        </w:rPr>
      </w:pPr>
      <w:r w:rsidRPr="00F37F87">
        <w:rPr>
          <w:b/>
          <w:sz w:val="22"/>
          <w:szCs w:val="22"/>
        </w:rPr>
        <w:t>Zajištění vypracování</w:t>
      </w:r>
      <w:r w:rsidRPr="00F37F87">
        <w:rPr>
          <w:sz w:val="22"/>
          <w:szCs w:val="22"/>
        </w:rPr>
        <w:t xml:space="preserve"> </w:t>
      </w:r>
      <w:r w:rsidRPr="00F37F87">
        <w:rPr>
          <w:b/>
          <w:sz w:val="22"/>
          <w:szCs w:val="22"/>
        </w:rPr>
        <w:t>Plánu organizace výstavby, vypracování, projednání, schválení a realizace dočasného dopravního značení včetně organizace dopravy po dobu výstavby</w:t>
      </w:r>
      <w:r w:rsidRPr="00F37F87">
        <w:rPr>
          <w:sz w:val="22"/>
          <w:szCs w:val="22"/>
        </w:rPr>
        <w:t>; dokumentace pro realizaci dočasného dopravního značení a organizaci dopravy po dobu výstavby v tištěné podobě, bude objednateli předána nejpozději v okamžiku faktického omezení provozu na příslušných komunikacích.</w:t>
      </w:r>
    </w:p>
    <w:p w14:paraId="00907009" w14:textId="722D2E8A" w:rsidR="00A46880" w:rsidRDefault="00F37F87" w:rsidP="00EB7330">
      <w:pPr>
        <w:pStyle w:val="Text"/>
        <w:numPr>
          <w:ilvl w:val="1"/>
          <w:numId w:val="10"/>
        </w:numPr>
        <w:tabs>
          <w:tab w:val="clear" w:pos="227"/>
        </w:tabs>
        <w:spacing w:before="90" w:line="240" w:lineRule="auto"/>
        <w:ind w:left="851" w:right="21" w:hanging="284"/>
        <w:rPr>
          <w:sz w:val="22"/>
          <w:szCs w:val="22"/>
        </w:rPr>
      </w:pPr>
      <w:r w:rsidRPr="00F37F87">
        <w:rPr>
          <w:b/>
          <w:sz w:val="22"/>
          <w:szCs w:val="22"/>
        </w:rPr>
        <w:t>Potřebné vytýčení, řádné označení a zabezpečení inženýrských sítí a technických zařízení</w:t>
      </w:r>
      <w:r w:rsidRPr="00F37F87">
        <w:rPr>
          <w:sz w:val="22"/>
          <w:szCs w:val="22"/>
        </w:rPr>
        <w:t xml:space="preserve"> proti poškození, ohrožení provozu nebo zamezení přístupu k nim po celou dobu provádění díla, vytýčení obvodu staveniště včetně zajištění a úhrady nákladů za zábory veřejného prostranství a komunikací v obvodu i mimo obvod stavby a úhrada veškerých ostatních poplatků souvisejících s provedením díla. Uvedení všech povrchů pozemků dotčených realizací díla do původního stavu (zejména komunikace, chodníky, zeleň, příkopy).</w:t>
      </w:r>
    </w:p>
    <w:p w14:paraId="4A5F54AD" w14:textId="498B1B54" w:rsidR="00F37F87" w:rsidRPr="00A46880" w:rsidRDefault="00F37F87" w:rsidP="00EB7330">
      <w:pPr>
        <w:pStyle w:val="Text"/>
        <w:numPr>
          <w:ilvl w:val="1"/>
          <w:numId w:val="10"/>
        </w:numPr>
        <w:tabs>
          <w:tab w:val="clear" w:pos="227"/>
        </w:tabs>
        <w:spacing w:before="90" w:line="240" w:lineRule="auto"/>
        <w:ind w:left="851" w:right="21" w:hanging="284"/>
        <w:rPr>
          <w:sz w:val="22"/>
          <w:szCs w:val="22"/>
        </w:rPr>
      </w:pPr>
      <w:r w:rsidRPr="00F37F87">
        <w:rPr>
          <w:b/>
          <w:sz w:val="22"/>
          <w:szCs w:val="22"/>
        </w:rPr>
        <w:t>Zpracování projektu zařízení staveniště</w:t>
      </w:r>
      <w:r w:rsidRPr="00F37F87">
        <w:rPr>
          <w:sz w:val="22"/>
          <w:szCs w:val="22"/>
        </w:rPr>
        <w:t>, zajištění stavebního povolení pro zařízení staveniště (je-li dle obecně závazných právních předpisů vyžadováno), označení staveniště, zajištění přístupů na staveniště, zajištění staveniště, a to zejména v souladu s požadavky BOZP uvedenými zejména v Příloze č. 3 a č. 4 této smlouvy.</w:t>
      </w:r>
    </w:p>
    <w:p w14:paraId="4026B5B4" w14:textId="292CBA19"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lastRenderedPageBreak/>
        <w:t>Součástí předmětu plnění je také zajištění přístupů na staveniště, zajištění staveniště v souladu s požadavky BOZP.</w:t>
      </w:r>
    </w:p>
    <w:p w14:paraId="33EC2899" w14:textId="166A9A97" w:rsidR="007006CD" w:rsidRDefault="007006CD" w:rsidP="00EB7330">
      <w:pPr>
        <w:pStyle w:val="Text"/>
        <w:numPr>
          <w:ilvl w:val="1"/>
          <w:numId w:val="10"/>
        </w:numPr>
        <w:tabs>
          <w:tab w:val="clear" w:pos="227"/>
        </w:tabs>
        <w:spacing w:before="90" w:line="240" w:lineRule="auto"/>
        <w:ind w:left="851" w:right="21" w:hanging="284"/>
        <w:rPr>
          <w:sz w:val="22"/>
          <w:szCs w:val="22"/>
        </w:rPr>
      </w:pPr>
      <w:r w:rsidRPr="00C548E2">
        <w:rPr>
          <w:b/>
          <w:sz w:val="22"/>
          <w:szCs w:val="22"/>
        </w:rPr>
        <w:t>Důsledné zajištění objektu proti zatečení do spodních podlaží po celou dobu realizace díla</w:t>
      </w:r>
      <w:r>
        <w:rPr>
          <w:sz w:val="22"/>
          <w:szCs w:val="22"/>
        </w:rPr>
        <w:t xml:space="preserve">. </w:t>
      </w:r>
      <w:r w:rsidRPr="007006CD">
        <w:rPr>
          <w:sz w:val="22"/>
          <w:szCs w:val="22"/>
        </w:rPr>
        <w:t xml:space="preserve">Zhotovitel se zavazuje každý kalendářní den, ve kterém provádí Dílo, provést po skončení prováděných prací zajištění vnitřního prostoru </w:t>
      </w:r>
      <w:r>
        <w:rPr>
          <w:sz w:val="22"/>
          <w:szCs w:val="22"/>
        </w:rPr>
        <w:t xml:space="preserve">objektu </w:t>
      </w:r>
      <w:r w:rsidRPr="007006CD">
        <w:rPr>
          <w:sz w:val="22"/>
          <w:szCs w:val="22"/>
        </w:rPr>
        <w:t>proti vnějším vlivům – mj. proti zatečení ve stadiu odstranění střešní konstrukce. Pokud tak zhotovitel neučiní, objednatel je oprávněn účtovat zhotoviteli smluvní pokutu</w:t>
      </w:r>
      <w:r>
        <w:rPr>
          <w:sz w:val="22"/>
          <w:szCs w:val="22"/>
        </w:rPr>
        <w:t xml:space="preserve"> dle bodu 9.12.</w:t>
      </w:r>
    </w:p>
    <w:p w14:paraId="6E4B7437" w14:textId="2FB812C2" w:rsidR="008C3419" w:rsidRPr="001A422D"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F44D3C">
        <w:rPr>
          <w:sz w:val="22"/>
          <w:szCs w:val="22"/>
        </w:rPr>
        <w:t>společnost</w:t>
      </w:r>
      <w:r w:rsidR="004F1115" w:rsidRPr="00F44D3C">
        <w:rPr>
          <w:sz w:val="22"/>
          <w:szCs w:val="22"/>
        </w:rPr>
        <w:t xml:space="preserve"> </w:t>
      </w:r>
      <w:r w:rsidR="00F44D3C" w:rsidRPr="00F44D3C">
        <w:rPr>
          <w:b/>
          <w:sz w:val="22"/>
          <w:szCs w:val="22"/>
        </w:rPr>
        <w:t>Stavební a rozvojová s.r.o.</w:t>
      </w:r>
      <w:r w:rsidR="00F44D3C" w:rsidRPr="00F44D3C">
        <w:rPr>
          <w:sz w:val="22"/>
          <w:szCs w:val="22"/>
        </w:rPr>
        <w:t>, se sídlem</w:t>
      </w:r>
      <w:r w:rsidR="00F44D3C" w:rsidRPr="00F44D3C">
        <w:rPr>
          <w:i/>
          <w:sz w:val="22"/>
          <w:szCs w:val="22"/>
        </w:rPr>
        <w:t xml:space="preserve"> </w:t>
      </w:r>
      <w:r w:rsidR="00F44D3C" w:rsidRPr="00F44D3C">
        <w:rPr>
          <w:b/>
          <w:sz w:val="22"/>
          <w:szCs w:val="22"/>
        </w:rPr>
        <w:t>Na Bunčáku 1018/1, 710 00 Ostrava – Slezská Ostrava</w:t>
      </w:r>
      <w:r w:rsidR="00F44D3C">
        <w:rPr>
          <w:i/>
          <w:sz w:val="22"/>
          <w:szCs w:val="22"/>
        </w:rPr>
        <w:t>.</w:t>
      </w:r>
    </w:p>
    <w:p w14:paraId="03784301" w14:textId="77777777" w:rsidR="001A422D" w:rsidRPr="0027283B" w:rsidRDefault="001A422D" w:rsidP="001A422D">
      <w:pPr>
        <w:pStyle w:val="Text"/>
        <w:numPr>
          <w:ilvl w:val="1"/>
          <w:numId w:val="1"/>
        </w:numPr>
        <w:tabs>
          <w:tab w:val="clear" w:pos="227"/>
        </w:tabs>
        <w:spacing w:before="90" w:line="240" w:lineRule="auto"/>
        <w:ind w:left="567" w:right="21" w:hanging="567"/>
        <w:rPr>
          <w:sz w:val="22"/>
          <w:szCs w:val="22"/>
        </w:rPr>
      </w:pPr>
      <w:r>
        <w:rPr>
          <w:sz w:val="22"/>
          <w:szCs w:val="22"/>
        </w:rPr>
        <w:t xml:space="preserve">Provedení </w:t>
      </w:r>
      <w:r w:rsidRPr="00E24CE0">
        <w:rPr>
          <w:b/>
          <w:sz w:val="22"/>
          <w:szCs w:val="22"/>
        </w:rPr>
        <w:t>Zkoušky těsnosti</w:t>
      </w:r>
      <w:r>
        <w:rPr>
          <w:b/>
          <w:sz w:val="22"/>
          <w:szCs w:val="22"/>
        </w:rPr>
        <w:t xml:space="preserve"> střešních izolací.</w:t>
      </w:r>
    </w:p>
    <w:p w14:paraId="37AF2F57" w14:textId="2BD67695" w:rsidR="001A422D" w:rsidRDefault="001A422D" w:rsidP="001A422D">
      <w:pPr>
        <w:pStyle w:val="Text"/>
        <w:tabs>
          <w:tab w:val="clear" w:pos="227"/>
        </w:tabs>
        <w:spacing w:before="90" w:line="240" w:lineRule="auto"/>
        <w:ind w:left="709" w:right="21"/>
        <w:rPr>
          <w:sz w:val="22"/>
          <w:szCs w:val="22"/>
        </w:rPr>
      </w:pPr>
      <w:r>
        <w:rPr>
          <w:sz w:val="22"/>
          <w:szCs w:val="22"/>
        </w:rPr>
        <w:t xml:space="preserve">Objednatel si </w:t>
      </w:r>
      <w:r w:rsidR="005F2715">
        <w:rPr>
          <w:sz w:val="22"/>
          <w:szCs w:val="22"/>
        </w:rPr>
        <w:t xml:space="preserve">(nad rámec kontrol a zkoušek stanovených v KZP) </w:t>
      </w:r>
      <w:r>
        <w:rPr>
          <w:sz w:val="22"/>
          <w:szCs w:val="22"/>
        </w:rPr>
        <w:t>vyhrazuje právo před předáním a převzetím díla (nebo jeho dílčích částí) provést zkoušky těsnosti realizovaných střešních izolací na jednotlivých halách, v rozsahu:</w:t>
      </w:r>
    </w:p>
    <w:p w14:paraId="56B7FC5D" w14:textId="7A94D81D" w:rsidR="001A422D" w:rsidRDefault="008A7BCF" w:rsidP="001A422D">
      <w:pPr>
        <w:pStyle w:val="Text"/>
        <w:numPr>
          <w:ilvl w:val="0"/>
          <w:numId w:val="30"/>
        </w:numPr>
        <w:tabs>
          <w:tab w:val="clear" w:pos="227"/>
        </w:tabs>
        <w:spacing w:before="90" w:line="240" w:lineRule="auto"/>
        <w:ind w:left="993" w:right="21" w:hanging="284"/>
        <w:rPr>
          <w:sz w:val="22"/>
          <w:szCs w:val="22"/>
        </w:rPr>
      </w:pPr>
      <w:r>
        <w:rPr>
          <w:b/>
          <w:sz w:val="22"/>
          <w:szCs w:val="22"/>
        </w:rPr>
        <w:t>Vizuální</w:t>
      </w:r>
      <w:r w:rsidRPr="00D736E3">
        <w:rPr>
          <w:b/>
          <w:sz w:val="22"/>
          <w:szCs w:val="22"/>
        </w:rPr>
        <w:t xml:space="preserve"> </w:t>
      </w:r>
      <w:r w:rsidR="001A422D" w:rsidRPr="00D736E3">
        <w:rPr>
          <w:b/>
          <w:sz w:val="22"/>
          <w:szCs w:val="22"/>
        </w:rPr>
        <w:t>kontrola</w:t>
      </w:r>
      <w:r w:rsidR="001A422D">
        <w:rPr>
          <w:sz w:val="22"/>
          <w:szCs w:val="22"/>
        </w:rPr>
        <w:t xml:space="preserve"> – celá plocha a detaily (tvar a jednotnost průběhu svaru, způsob zaválečkování v místě spoje, velikost přesahu, vruby a rýhy, šířka svarů, kompletnost systému – provedení veškerých detailů, znečištění fólie chemickými látkami a přípravky, perforace fólie, atd.). </w:t>
      </w:r>
    </w:p>
    <w:p w14:paraId="25B0EC0E" w14:textId="523FF121" w:rsidR="008A7BCF" w:rsidRDefault="001A422D" w:rsidP="008A7BCF">
      <w:pPr>
        <w:pStyle w:val="Text"/>
        <w:numPr>
          <w:ilvl w:val="0"/>
          <w:numId w:val="30"/>
        </w:numPr>
        <w:tabs>
          <w:tab w:val="clear" w:pos="227"/>
        </w:tabs>
        <w:spacing w:before="90" w:line="240" w:lineRule="auto"/>
        <w:ind w:left="993" w:right="21" w:hanging="284"/>
        <w:rPr>
          <w:sz w:val="22"/>
          <w:szCs w:val="22"/>
        </w:rPr>
      </w:pPr>
      <w:r w:rsidRPr="00D736E3">
        <w:rPr>
          <w:b/>
          <w:sz w:val="22"/>
          <w:szCs w:val="22"/>
        </w:rPr>
        <w:t xml:space="preserve">Zkouška těsnosti spojů pomocí </w:t>
      </w:r>
      <w:r w:rsidR="00246930">
        <w:rPr>
          <w:b/>
          <w:sz w:val="22"/>
          <w:szCs w:val="22"/>
        </w:rPr>
        <w:t xml:space="preserve">jiskrové zkoušky nebo </w:t>
      </w:r>
      <w:r w:rsidRPr="00D736E3">
        <w:rPr>
          <w:b/>
          <w:sz w:val="22"/>
          <w:szCs w:val="22"/>
        </w:rPr>
        <w:t>zkušební jehly</w:t>
      </w:r>
      <w:r>
        <w:rPr>
          <w:sz w:val="22"/>
          <w:szCs w:val="22"/>
        </w:rPr>
        <w:t xml:space="preserve"> - svary fólií jak v ploše, tak i v detailech.</w:t>
      </w:r>
    </w:p>
    <w:p w14:paraId="7E6CD0E7" w14:textId="0DC5365C" w:rsidR="00EE17C6" w:rsidRPr="00D420BC" w:rsidRDefault="00D420BC" w:rsidP="00596F42">
      <w:pPr>
        <w:pStyle w:val="Text"/>
        <w:numPr>
          <w:ilvl w:val="1"/>
          <w:numId w:val="1"/>
        </w:numPr>
        <w:tabs>
          <w:tab w:val="clear" w:pos="227"/>
        </w:tabs>
        <w:spacing w:before="90" w:line="240" w:lineRule="auto"/>
        <w:ind w:left="567" w:right="21" w:hanging="567"/>
        <w:rPr>
          <w:b/>
          <w:sz w:val="22"/>
          <w:szCs w:val="22"/>
        </w:rPr>
      </w:pPr>
      <w:r w:rsidRPr="00D420BC">
        <w:rPr>
          <w:b/>
          <w:sz w:val="22"/>
          <w:szCs w:val="22"/>
        </w:rPr>
        <w:t>Koordinace prací s demontáží a montáží Systému elektrické požární signalizace</w:t>
      </w:r>
    </w:p>
    <w:p w14:paraId="6B60FACD" w14:textId="21F43A77" w:rsidR="005A3C2A" w:rsidRDefault="005A3C2A" w:rsidP="005A3C2A">
      <w:pPr>
        <w:pStyle w:val="Text"/>
        <w:tabs>
          <w:tab w:val="clear" w:pos="227"/>
        </w:tabs>
        <w:spacing w:before="90" w:line="240" w:lineRule="auto"/>
        <w:ind w:left="567" w:right="21"/>
        <w:rPr>
          <w:sz w:val="22"/>
          <w:szCs w:val="22"/>
        </w:rPr>
      </w:pPr>
      <w:r>
        <w:rPr>
          <w:sz w:val="22"/>
          <w:szCs w:val="22"/>
        </w:rPr>
        <w:t>P</w:t>
      </w:r>
      <w:r w:rsidR="00BD53B2">
        <w:rPr>
          <w:sz w:val="22"/>
          <w:szCs w:val="22"/>
        </w:rPr>
        <w:t>řed zahájením realizace</w:t>
      </w:r>
      <w:r>
        <w:rPr>
          <w:sz w:val="22"/>
          <w:szCs w:val="22"/>
        </w:rPr>
        <w:t xml:space="preserve"> prací </w:t>
      </w:r>
      <w:r w:rsidR="00BD53B2">
        <w:rPr>
          <w:sz w:val="22"/>
          <w:szCs w:val="22"/>
        </w:rPr>
        <w:t>rekonstrukce střech</w:t>
      </w:r>
      <w:r w:rsidR="00702588">
        <w:rPr>
          <w:sz w:val="22"/>
          <w:szCs w:val="22"/>
        </w:rPr>
        <w:t>y</w:t>
      </w:r>
      <w:r w:rsidR="00BD53B2">
        <w:rPr>
          <w:sz w:val="22"/>
          <w:szCs w:val="22"/>
        </w:rPr>
        <w:t xml:space="preserve"> hal</w:t>
      </w:r>
      <w:r w:rsidR="00702588">
        <w:rPr>
          <w:sz w:val="22"/>
          <w:szCs w:val="22"/>
        </w:rPr>
        <w:t>y</w:t>
      </w:r>
      <w:r w:rsidR="00BD53B2">
        <w:rPr>
          <w:sz w:val="22"/>
          <w:szCs w:val="22"/>
        </w:rPr>
        <w:t xml:space="preserve"> </w:t>
      </w:r>
      <w:r>
        <w:rPr>
          <w:sz w:val="22"/>
          <w:szCs w:val="22"/>
        </w:rPr>
        <w:t xml:space="preserve">provede objednatel </w:t>
      </w:r>
      <w:r w:rsidRPr="00226581">
        <w:rPr>
          <w:b/>
          <w:sz w:val="22"/>
          <w:szCs w:val="22"/>
        </w:rPr>
        <w:t>demontáž stávajícího Systému elektrické požární signalizace v Areálu tramvaje Moravská Ostrava, v Hale vozovny</w:t>
      </w:r>
      <w:r>
        <w:rPr>
          <w:sz w:val="22"/>
          <w:szCs w:val="22"/>
        </w:rPr>
        <w:t xml:space="preserve">, v místě, kde bude probíhat rekonstrukce střechy. </w:t>
      </w:r>
      <w:r w:rsidR="00BD53B2">
        <w:rPr>
          <w:sz w:val="22"/>
          <w:szCs w:val="22"/>
        </w:rPr>
        <w:t xml:space="preserve">Po ukončení realizace rekonstrukce střechy v Hale vozovny, provede objednatel opětovnou </w:t>
      </w:r>
      <w:r w:rsidR="00BD53B2" w:rsidRPr="00226581">
        <w:rPr>
          <w:b/>
          <w:sz w:val="22"/>
          <w:szCs w:val="22"/>
        </w:rPr>
        <w:t>montáž Systému elektrické požární signalizace</w:t>
      </w:r>
      <w:r w:rsidR="00BD53B2">
        <w:rPr>
          <w:sz w:val="22"/>
          <w:szCs w:val="22"/>
        </w:rPr>
        <w:t xml:space="preserve">. Demontáž Systému elektrické požární signalizace objednatelem proběhne před předáním a převzetím staveniště. </w:t>
      </w:r>
    </w:p>
    <w:p w14:paraId="5FB653A5" w14:textId="3121F2D0"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77D91F1F" w14:textId="5A612DFF"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5F8BD44F"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125CB1D8"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091F6877" w14:textId="03498836" w:rsidR="00E026D8" w:rsidRPr="00E026D8" w:rsidRDefault="00E026D8" w:rsidP="00E026D8">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14F74B2A" w14:textId="1EEAA230"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(ii)</w:t>
      </w:r>
      <w:r w:rsidRPr="00E026D8">
        <w:rPr>
          <w:color w:val="auto"/>
          <w:sz w:val="22"/>
          <w:szCs w:val="22"/>
        </w:rPr>
        <w:tab/>
        <w:t xml:space="preserve">dodatečná nezbytná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Pr>
          <w:color w:val="auto"/>
          <w:sz w:val="22"/>
          <w:szCs w:val="22"/>
        </w:rPr>
        <w:t>2.</w:t>
      </w:r>
      <w:r w:rsidRPr="00E026D8">
        <w:rPr>
          <w:color w:val="auto"/>
          <w:sz w:val="22"/>
          <w:szCs w:val="22"/>
        </w:rPr>
        <w:t xml:space="preserve"> této smlouvy, jejichž potřeba vznikla z důvodu změn právních předpisů či technických a jiných norem a/nebo v důsledku </w:t>
      </w:r>
      <w:r w:rsidRPr="00E026D8">
        <w:rPr>
          <w:color w:val="auto"/>
          <w:sz w:val="22"/>
          <w:szCs w:val="22"/>
        </w:rPr>
        <w:lastRenderedPageBreak/>
        <w:t>specifických požadavků správních orgánů, které nebyly známy v době podání nabídky zhotovitele v rámci zadávacího řízení na zadání veřejné zakázky.</w:t>
      </w:r>
    </w:p>
    <w:p w14:paraId="6E0B4AFE" w14:textId="00DABFAA"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(iii)</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4248F014" w14:textId="4751CA79"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32F0836" w14:textId="3C0D846D"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 xml:space="preserve">Méněpráce: </w:t>
      </w:r>
    </w:p>
    <w:p w14:paraId="17514C59" w14:textId="17A032CC" w:rsidR="00246930" w:rsidRDefault="00E026D8" w:rsidP="00E026D8">
      <w:pPr>
        <w:pStyle w:val="Text"/>
        <w:tabs>
          <w:tab w:val="clear" w:pos="227"/>
        </w:tabs>
        <w:spacing w:before="90" w:line="240" w:lineRule="auto"/>
        <w:ind w:left="567" w:right="21"/>
        <w:rPr>
          <w:sz w:val="22"/>
          <w:szCs w:val="22"/>
        </w:rPr>
      </w:pPr>
      <w:r w:rsidRPr="00E026D8">
        <w:rPr>
          <w:color w:val="auto"/>
          <w:sz w:val="22"/>
          <w:szCs w:val="22"/>
        </w:rPr>
        <w:t>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7145D205" w:rsidR="0009097E" w:rsidRPr="005B0AAC" w:rsidRDefault="00FE336A" w:rsidP="00702588">
      <w:pPr>
        <w:pStyle w:val="Textvbloku1"/>
        <w:suppressAutoHyphens w:val="0"/>
        <w:spacing w:before="90"/>
        <w:ind w:left="567" w:right="-270" w:firstLine="0"/>
        <w:jc w:val="both"/>
        <w:rPr>
          <w:b/>
          <w:sz w:val="22"/>
          <w:szCs w:val="22"/>
        </w:rPr>
      </w:pPr>
      <w:r w:rsidRPr="005B0AAC">
        <w:rPr>
          <w:b/>
          <w:sz w:val="22"/>
          <w:szCs w:val="22"/>
        </w:rPr>
        <w:t xml:space="preserve">Areál </w:t>
      </w:r>
      <w:r w:rsidR="0081439B">
        <w:rPr>
          <w:b/>
          <w:sz w:val="22"/>
          <w:szCs w:val="22"/>
        </w:rPr>
        <w:t xml:space="preserve">tramvaje Moravská Ostrava, </w:t>
      </w:r>
      <w:r w:rsidR="0081439B" w:rsidRPr="0081439B">
        <w:rPr>
          <w:b/>
          <w:sz w:val="22"/>
          <w:szCs w:val="22"/>
        </w:rPr>
        <w:t>adresa: ul. Plynární 3345/20, 70</w:t>
      </w:r>
      <w:r w:rsidR="003569EE">
        <w:rPr>
          <w:b/>
          <w:sz w:val="22"/>
          <w:szCs w:val="22"/>
        </w:rPr>
        <w:t>2 00 Ostrava – Moravská Ostrava</w:t>
      </w:r>
      <w:r w:rsidR="00246930">
        <w:rPr>
          <w:b/>
          <w:sz w:val="22"/>
          <w:szCs w:val="22"/>
        </w:rPr>
        <w:t>.</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640834CE" w:rsidR="005B0AAC" w:rsidRPr="00594AD9" w:rsidRDefault="0037654E" w:rsidP="00594AD9">
      <w:pPr>
        <w:pStyle w:val="Odstavecseseznamem"/>
        <w:tabs>
          <w:tab w:val="clear" w:pos="709"/>
        </w:tabs>
        <w:ind w:left="567" w:right="-270"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„Areál tramvaje Moravská Ostrava – Hala vozovny</w:t>
      </w:r>
      <w:r w:rsidR="00702588" w:rsidRPr="00594AD9">
        <w:rPr>
          <w:b/>
        </w:rPr>
        <w:t xml:space="preserve"> – Rekonstrukce střechy</w:t>
      </w:r>
      <w:r w:rsidR="003569EE" w:rsidRPr="00594AD9">
        <w:rPr>
          <w:b/>
        </w:rPr>
        <w:t>“</w:t>
      </w:r>
      <w:r w:rsidR="005B0AAC" w:rsidRPr="00594AD9">
        <w:t xml:space="preserve">, tvoří přílohu č. </w:t>
      </w:r>
      <w:r w:rsidR="00702588" w:rsidRPr="00594AD9">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F3A51A8" w14:textId="7C292FD1" w:rsidR="0037654E" w:rsidRPr="00FE336A" w:rsidRDefault="00F84379" w:rsidP="00702588">
      <w:pPr>
        <w:pStyle w:val="Text"/>
        <w:tabs>
          <w:tab w:val="clear" w:pos="227"/>
        </w:tabs>
        <w:spacing w:before="90" w:line="240" w:lineRule="auto"/>
        <w:ind w:left="567" w:right="21"/>
        <w:rPr>
          <w:color w:val="auto"/>
          <w:sz w:val="22"/>
          <w:szCs w:val="22"/>
        </w:rPr>
      </w:pPr>
      <w:r>
        <w:rPr>
          <w:color w:val="auto"/>
          <w:sz w:val="22"/>
          <w:szCs w:val="22"/>
        </w:rPr>
        <w:t>Při předání a převzetí staveniště zhotovitel předloží objednate</w:t>
      </w:r>
      <w:r w:rsidR="00702588">
        <w:rPr>
          <w:color w:val="auto"/>
          <w:sz w:val="22"/>
          <w:szCs w:val="22"/>
        </w:rPr>
        <w:t>li předpoklad finančního plnění</w:t>
      </w:r>
      <w:r>
        <w:rPr>
          <w:color w:val="auto"/>
          <w:sz w:val="22"/>
          <w:szCs w:val="22"/>
        </w:rPr>
        <w:t>, v souladu s aktualizovaným Harmonogramem realizace díla.</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75FAAFDE"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852E9B" w:rsidRPr="003569EE">
        <w:rPr>
          <w:b/>
          <w:sz w:val="22"/>
          <w:szCs w:val="22"/>
        </w:rPr>
        <w:t>Areál tramvaje Moravská Ostrava – Hala vozovny</w:t>
      </w:r>
      <w:r w:rsidR="00702588">
        <w:rPr>
          <w:b/>
          <w:sz w:val="22"/>
          <w:szCs w:val="22"/>
        </w:rPr>
        <w:t xml:space="preserve"> – Rekonstrukce střechy</w:t>
      </w:r>
      <w:r w:rsidR="00852E9B">
        <w:rPr>
          <w:b/>
          <w:sz w:val="22"/>
          <w:szCs w:val="22"/>
        </w:rPr>
        <w:t>“</w:t>
      </w:r>
      <w:r w:rsidRPr="004035AB">
        <w:rPr>
          <w:b/>
          <w:sz w:val="22"/>
          <w:szCs w:val="22"/>
        </w:rPr>
        <w:t xml:space="preserve"> </w:t>
      </w:r>
      <w:r w:rsidR="00D22827" w:rsidRPr="004035AB">
        <w:rPr>
          <w:b/>
          <w:sz w:val="22"/>
          <w:szCs w:val="22"/>
        </w:rPr>
        <w:t xml:space="preserve">- do </w:t>
      </w:r>
      <w:r w:rsidR="004035AB">
        <w:rPr>
          <w:b/>
          <w:sz w:val="22"/>
          <w:szCs w:val="22"/>
        </w:rPr>
        <w:t>……</w:t>
      </w:r>
      <w:r w:rsidR="00D22827" w:rsidRPr="004035AB">
        <w:rPr>
          <w:b/>
          <w:sz w:val="22"/>
          <w:szCs w:val="22"/>
        </w:rPr>
        <w:t xml:space="preserve"> kalendářních dní od předání a převzetí staveniště</w:t>
      </w:r>
      <w:r w:rsidRPr="004035AB">
        <w:rPr>
          <w:b/>
          <w:sz w:val="22"/>
          <w:szCs w:val="22"/>
        </w:rPr>
        <w:t>.</w:t>
      </w:r>
    </w:p>
    <w:p w14:paraId="3D2213FD" w14:textId="5E8915BE" w:rsidR="004035AB" w:rsidRPr="004035AB" w:rsidRDefault="004035AB" w:rsidP="006F0527">
      <w:pPr>
        <w:pStyle w:val="Text"/>
        <w:tabs>
          <w:tab w:val="clear" w:pos="227"/>
        </w:tabs>
        <w:spacing w:line="240" w:lineRule="auto"/>
        <w:ind w:left="567" w:right="23"/>
        <w:rPr>
          <w:b/>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w:t>
      </w:r>
      <w:r>
        <w:rPr>
          <w:i/>
          <w:color w:val="00B0F0"/>
          <w:sz w:val="22"/>
          <w:szCs w:val="22"/>
        </w:rPr>
        <w:t>údaj v celých kalendářních dnech</w:t>
      </w:r>
      <w:r w:rsidR="00C548E2">
        <w:rPr>
          <w:i/>
          <w:color w:val="00B0F0"/>
          <w:sz w:val="22"/>
          <w:szCs w:val="22"/>
        </w:rPr>
        <w:t>, v souladu s přílohou č. 2 této smlouvy</w:t>
      </w:r>
      <w:r w:rsidRPr="004035AB">
        <w:rPr>
          <w:i/>
          <w:color w:val="00B0F0"/>
          <w:sz w:val="22"/>
          <w:szCs w:val="22"/>
        </w:rPr>
        <w:t xml:space="preserve">. </w:t>
      </w:r>
      <w:r w:rsidRPr="00C548E2">
        <w:rPr>
          <w:b/>
          <w:i/>
          <w:color w:val="00B0F0"/>
          <w:sz w:val="22"/>
          <w:szCs w:val="22"/>
        </w:rPr>
        <w:t xml:space="preserve">Zadavatel stanovil, že tento údaj nesmí přesáhnout hodnotu </w:t>
      </w:r>
      <w:r w:rsidR="00852E9B" w:rsidRPr="00C548E2">
        <w:rPr>
          <w:b/>
          <w:i/>
          <w:color w:val="00B0F0"/>
          <w:sz w:val="22"/>
          <w:szCs w:val="22"/>
        </w:rPr>
        <w:t>180</w:t>
      </w:r>
      <w:r w:rsidRPr="00C548E2">
        <w:rPr>
          <w:b/>
          <w:i/>
          <w:color w:val="00B0F0"/>
          <w:sz w:val="22"/>
          <w:szCs w:val="22"/>
        </w:rPr>
        <w:t xml:space="preserve"> kalendářních dnů.</w:t>
      </w:r>
      <w:r w:rsidRPr="004035AB">
        <w:rPr>
          <w:i/>
          <w:color w:val="00B0F0"/>
          <w:sz w:val="22"/>
          <w:szCs w:val="22"/>
        </w:rPr>
        <w:t xml:space="preserve"> Poté poznámku vymažte. </w:t>
      </w:r>
      <w:r w:rsidRPr="006F0527">
        <w:rPr>
          <w:b/>
          <w:i/>
          <w:color w:val="00B0F0"/>
          <w:sz w:val="24"/>
          <w:szCs w:val="22"/>
        </w:rPr>
        <w:t>Tento údaj bude předmětem hodnocení.</w:t>
      </w:r>
      <w:r w:rsidRPr="004035AB">
        <w:rPr>
          <w:i/>
          <w:color w:val="00B0F0"/>
          <w:sz w:val="22"/>
          <w:szCs w:val="22"/>
        </w:rPr>
        <w:t>)</w:t>
      </w:r>
    </w:p>
    <w:p w14:paraId="31E0074F" w14:textId="0665839D"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C9586C">
      <w:pPr>
        <w:pStyle w:val="odrka"/>
        <w:numPr>
          <w:ilvl w:val="0"/>
          <w:numId w:val="24"/>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77777777" w:rsidR="00246930" w:rsidRPr="002E6B55" w:rsidRDefault="00246930" w:rsidP="00246930">
      <w:pPr>
        <w:pStyle w:val="odrka"/>
        <w:numPr>
          <w:ilvl w:val="0"/>
          <w:numId w:val="24"/>
        </w:numPr>
        <w:tabs>
          <w:tab w:val="clear" w:pos="1560"/>
        </w:tabs>
        <w:ind w:left="1134" w:hanging="567"/>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 xml:space="preserve">ro tento případ je zhotovitel oprávněn požadovat prodloužení </w:t>
      </w:r>
      <w:r w:rsidRPr="00CE28FF">
        <w:lastRenderedPageBreak/>
        <w:t>Doby realizace stavebních prací pouze o takový počet dnů, o které se prokazatelně prodlouží doba realizace</w:t>
      </w:r>
      <w:r>
        <w:t>,</w:t>
      </w:r>
      <w:r w:rsidRPr="00CE28FF">
        <w:t xml:space="preserve"> s ohledem na výš</w:t>
      </w:r>
      <w:r>
        <w:t>e uvedené technologické postupy.</w:t>
      </w:r>
    </w:p>
    <w:p w14:paraId="3A96C0E2" w14:textId="77777777" w:rsidR="00246930" w:rsidRPr="002E6B55" w:rsidRDefault="00246930" w:rsidP="00246930">
      <w:pPr>
        <w:pStyle w:val="odrka"/>
        <w:numPr>
          <w:ilvl w:val="0"/>
          <w:numId w:val="24"/>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p>
    <w:p w14:paraId="227343DD" w14:textId="736F3871" w:rsidR="00246930" w:rsidRDefault="00246930" w:rsidP="00246930">
      <w:pPr>
        <w:pStyle w:val="odrka"/>
        <w:numPr>
          <w:ilvl w:val="0"/>
          <w:numId w:val="24"/>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 dle technicko-kvalitativních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77777777"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a DPO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246930">
      <w:pPr>
        <w:numPr>
          <w:ilvl w:val="0"/>
          <w:numId w:val="17"/>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246930">
      <w:pPr>
        <w:numPr>
          <w:ilvl w:val="0"/>
          <w:numId w:val="17"/>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246930">
      <w:pPr>
        <w:numPr>
          <w:ilvl w:val="0"/>
          <w:numId w:val="17"/>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3BCB52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lastRenderedPageBreak/>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49CAE808" w:rsidR="00417FE8" w:rsidRDefault="00417FE8" w:rsidP="00CE6DBD">
      <w:pPr>
        <w:pStyle w:val="Odstavecseseznamem"/>
        <w:tabs>
          <w:tab w:val="clear" w:pos="709"/>
        </w:tabs>
        <w:ind w:left="567" w:hanging="567"/>
        <w:jc w:val="both"/>
      </w:pPr>
      <w:r>
        <w:t xml:space="preserve">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49E8EF34"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D22827">
        <w:t xml:space="preserve"> </w:t>
      </w:r>
      <w:r w:rsidR="00B63E35" w:rsidRPr="002E6B55">
        <w:t>této smlouvy)</w:t>
      </w:r>
      <w:r w:rsidR="00087617" w:rsidRPr="002E6B55">
        <w:t xml:space="preserve"> a činí:</w:t>
      </w:r>
    </w:p>
    <w:p w14:paraId="0F6649E6" w14:textId="182500A5" w:rsidR="00F666F6" w:rsidRPr="00D22827" w:rsidRDefault="000C1718" w:rsidP="00C8231A">
      <w:pPr>
        <w:pStyle w:val="Text"/>
        <w:tabs>
          <w:tab w:val="clear" w:pos="227"/>
        </w:tabs>
        <w:spacing w:before="90" w:line="240" w:lineRule="auto"/>
        <w:ind w:left="567" w:right="21"/>
        <w:rPr>
          <w:b/>
          <w:color w:val="auto"/>
          <w:sz w:val="22"/>
          <w:szCs w:val="22"/>
        </w:rPr>
      </w:pPr>
      <w:r w:rsidRPr="00312117">
        <w:rPr>
          <w:b/>
          <w:sz w:val="22"/>
          <w:szCs w:val="22"/>
        </w:rPr>
        <w:t>„</w:t>
      </w:r>
      <w:r w:rsidRPr="00375162">
        <w:rPr>
          <w:b/>
          <w:sz w:val="22"/>
          <w:szCs w:val="22"/>
        </w:rPr>
        <w:t xml:space="preserve">Areál </w:t>
      </w:r>
      <w:r>
        <w:rPr>
          <w:b/>
          <w:sz w:val="22"/>
          <w:szCs w:val="22"/>
        </w:rPr>
        <w:t xml:space="preserve">tramvaje </w:t>
      </w:r>
      <w:r w:rsidR="00603857">
        <w:rPr>
          <w:b/>
          <w:sz w:val="22"/>
          <w:szCs w:val="22"/>
        </w:rPr>
        <w:t>Moravská Ostrava</w:t>
      </w:r>
      <w:r w:rsidR="004150F6">
        <w:rPr>
          <w:b/>
          <w:sz w:val="22"/>
          <w:szCs w:val="22"/>
        </w:rPr>
        <w:t xml:space="preserve"> – Hala vozovny</w:t>
      </w:r>
      <w:r w:rsidR="00C8231A">
        <w:rPr>
          <w:b/>
          <w:sz w:val="22"/>
          <w:szCs w:val="22"/>
        </w:rPr>
        <w:t xml:space="preserve"> – Rekonstrukce střechy</w:t>
      </w:r>
      <w:r w:rsidR="004150F6">
        <w:rPr>
          <w:b/>
          <w:sz w:val="22"/>
          <w:szCs w:val="22"/>
        </w:rPr>
        <w:t>“</w:t>
      </w:r>
      <w:r>
        <w:rPr>
          <w:b/>
          <w:sz w:val="22"/>
          <w:szCs w:val="22"/>
        </w:rPr>
        <w:tab/>
      </w:r>
      <w:r>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F77DCD">
      <w:pPr>
        <w:pStyle w:val="odrka"/>
        <w:numPr>
          <w:ilvl w:val="0"/>
          <w:numId w:val="17"/>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77DCD">
      <w:pPr>
        <w:pStyle w:val="odrka"/>
        <w:numPr>
          <w:ilvl w:val="0"/>
          <w:numId w:val="17"/>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05BA1C56" w:rsidR="004574C8" w:rsidRPr="002E6B55" w:rsidRDefault="00F666F6" w:rsidP="00F823A5">
      <w:pPr>
        <w:pStyle w:val="Odstavecseseznamem"/>
        <w:tabs>
          <w:tab w:val="clear" w:pos="709"/>
        </w:tabs>
        <w:ind w:left="567" w:hanging="567"/>
        <w:jc w:val="both"/>
      </w:pPr>
      <w:r w:rsidRPr="002E6B55">
        <w:lastRenderedPageBreak/>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3DCE1374"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417FE8">
        <w:t>OZ</w:t>
      </w:r>
      <w:r w:rsidRPr="00E44419">
        <w:t>.</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67D76F20" w:rsidR="009053A8" w:rsidRDefault="00B82E30" w:rsidP="00F823A5">
      <w:pPr>
        <w:pStyle w:val="Odstavecseseznamem"/>
        <w:tabs>
          <w:tab w:val="clear" w:pos="709"/>
        </w:tabs>
        <w:ind w:left="567" w:hanging="567"/>
        <w:jc w:val="both"/>
      </w:pPr>
      <w:r w:rsidRPr="002E6B55">
        <w:t xml:space="preserve">Úhradu ceny za provedení díla </w:t>
      </w:r>
      <w:r w:rsidR="009A0250">
        <w:t>(</w:t>
      </w:r>
      <w:r w:rsidR="004150F6">
        <w:t>rekonstrukc</w:t>
      </w:r>
      <w:r w:rsidR="00E44419">
        <w:t>i</w:t>
      </w:r>
      <w:r w:rsidR="004150F6">
        <w:t xml:space="preserve"> střech</w:t>
      </w:r>
      <w:r w:rsidR="00C8231A">
        <w:t>y</w:t>
      </w:r>
      <w:r w:rsidR="009A0250">
        <w:t xml:space="preserve">)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41EC0D8E"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00C8231A">
        <w:rPr>
          <w:szCs w:val="22"/>
        </w:rPr>
        <w:t>(rekonstrukce střechy)</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8E1E083"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w:t>
      </w:r>
      <w:r w:rsidR="00E44419">
        <w:rPr>
          <w:szCs w:val="22"/>
        </w:rPr>
        <w:t xml:space="preserve">(rekonstrukce střechy) </w:t>
      </w:r>
      <w:r w:rsidR="00984C4E" w:rsidRPr="002E6B55">
        <w:rPr>
          <w:szCs w:val="22"/>
        </w:rPr>
        <w:t>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w:t>
      </w:r>
      <w:r w:rsidR="00F666F6" w:rsidRPr="002E6B55">
        <w:lastRenderedPageBreak/>
        <w:t xml:space="preserve">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5504D2DF" w14:textId="6EB928E8" w:rsidR="000B2C4E" w:rsidRDefault="000B2C4E" w:rsidP="00F823A5">
      <w:pPr>
        <w:pStyle w:val="Odstavecseseznamem"/>
        <w:tabs>
          <w:tab w:val="clear" w:pos="709"/>
        </w:tabs>
        <w:ind w:left="567" w:hanging="567"/>
        <w:jc w:val="both"/>
      </w:pPr>
      <w:r w:rsidRPr="003F65D1">
        <w:t xml:space="preserve">Na předmět </w:t>
      </w:r>
      <w:r w:rsidR="00417FE8">
        <w:t>d</w:t>
      </w:r>
      <w:r w:rsidRPr="003F65D1">
        <w:t>íla objednatel předpokládá čerpání dotace z prostředků EU</w:t>
      </w:r>
      <w:r w:rsidR="00417FE8">
        <w:t xml:space="preserve"> nebo Národních programů</w:t>
      </w:r>
      <w:r w:rsidRPr="003F65D1">
        <w:t xml:space="preserve">. Název a číslo dotovaného projektu bude na fakturu doplněno na základě předešlé komunikace zástupce </w:t>
      </w:r>
      <w:r>
        <w:t xml:space="preserve">zhotovitele </w:t>
      </w:r>
      <w:r w:rsidRPr="003F65D1">
        <w:t xml:space="preserve">se zástupcem </w:t>
      </w:r>
      <w:r>
        <w:t>objednatele</w:t>
      </w:r>
      <w:r w:rsidRPr="003F65D1">
        <w:t>.</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435050">
      <w:pPr>
        <w:pStyle w:val="odrka"/>
        <w:numPr>
          <w:ilvl w:val="0"/>
          <w:numId w:val="17"/>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435050">
      <w:pPr>
        <w:pStyle w:val="odrka"/>
        <w:numPr>
          <w:ilvl w:val="0"/>
          <w:numId w:val="17"/>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435050">
      <w:pPr>
        <w:pStyle w:val="odrka"/>
        <w:numPr>
          <w:ilvl w:val="0"/>
          <w:numId w:val="17"/>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lastRenderedPageBreak/>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004916EC" w:rsidR="00F666F6" w:rsidRDefault="003C2CFB" w:rsidP="002974B3">
      <w:pPr>
        <w:pStyle w:val="Odstavecseseznamem"/>
        <w:tabs>
          <w:tab w:val="clear" w:pos="709"/>
        </w:tabs>
        <w:ind w:left="567" w:hanging="567"/>
        <w:jc w:val="both"/>
      </w:pPr>
      <w:r w:rsidRPr="002E6B55">
        <w:t xml:space="preserve">V případě, že zhotovitel bude v prodlení s předáním díla </w:t>
      </w:r>
      <w:r>
        <w:t>(</w:t>
      </w:r>
      <w:r w:rsidR="00F26BF1">
        <w:t>rekonstrukce střechy</w:t>
      </w:r>
      <w:r>
        <w:t xml:space="preserve">) </w:t>
      </w:r>
      <w:r w:rsidRPr="002E6B55">
        <w:t>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5F2715">
        <w:t xml:space="preserve">0,05 </w:t>
      </w:r>
      <w:r w:rsidR="00945DC4">
        <w:t xml:space="preserve">% </w:t>
      </w:r>
      <w:r>
        <w:t>z </w:t>
      </w:r>
      <w:r w:rsidR="00417FE8">
        <w:t>c</w:t>
      </w:r>
      <w:r>
        <w:t xml:space="preserve">eny </w:t>
      </w:r>
      <w:r w:rsidR="00417FE8">
        <w:t xml:space="preserve">za dílo </w:t>
      </w:r>
      <w:r>
        <w:t>bez DPH (uvedené v bodě 6.2),</w:t>
      </w:r>
      <w:r w:rsidRPr="002E6B55">
        <w:t xml:space="preserve"> </w:t>
      </w:r>
      <w:r w:rsidR="007546AF">
        <w:t xml:space="preserve">a to </w:t>
      </w:r>
      <w:r w:rsidRPr="002E6B55">
        <w:t>za každý i započatý den prodlení.</w:t>
      </w:r>
    </w:p>
    <w:p w14:paraId="6A8FE2C9" w14:textId="0D01A4A3" w:rsidR="002963A5" w:rsidRPr="002963A5" w:rsidRDefault="002963A5" w:rsidP="002963A5">
      <w:pPr>
        <w:ind w:left="567"/>
        <w:jc w:val="both"/>
        <w:rPr>
          <w:szCs w:val="22"/>
        </w:rPr>
      </w:pPr>
      <w:r>
        <w:rPr>
          <w:szCs w:val="22"/>
        </w:rPr>
        <w:t xml:space="preserve">Celková výše </w:t>
      </w:r>
      <w:r w:rsidR="00530CB9">
        <w:rPr>
          <w:szCs w:val="22"/>
        </w:rPr>
        <w:t xml:space="preserve">smluvní pokuty </w:t>
      </w:r>
      <w:r w:rsidR="00417FE8">
        <w:rPr>
          <w:szCs w:val="22"/>
        </w:rPr>
        <w:t xml:space="preserve">dle tohoto odstavce </w:t>
      </w:r>
      <w:r w:rsidRPr="002963A5">
        <w:rPr>
          <w:szCs w:val="22"/>
        </w:rPr>
        <w:t xml:space="preserve">nepřesáhne částku odpovídající </w:t>
      </w:r>
      <w:r w:rsidR="00E8608B">
        <w:rPr>
          <w:szCs w:val="22"/>
        </w:rPr>
        <w:t>15</w:t>
      </w:r>
      <w:r w:rsidR="00E8608B" w:rsidRPr="002963A5">
        <w:rPr>
          <w:szCs w:val="22"/>
        </w:rPr>
        <w:t xml:space="preserve"> </w:t>
      </w:r>
      <w:r w:rsidRPr="002963A5">
        <w:rPr>
          <w:szCs w:val="22"/>
        </w:rPr>
        <w:t>% z</w:t>
      </w:r>
      <w:r w:rsidR="00530CB9">
        <w:rPr>
          <w:szCs w:val="22"/>
        </w:rPr>
        <w:t> </w:t>
      </w:r>
      <w:r w:rsidR="00417FE8">
        <w:rPr>
          <w:szCs w:val="22"/>
        </w:rPr>
        <w:t>c</w:t>
      </w:r>
      <w:r w:rsidR="00530CB9">
        <w:rPr>
          <w:szCs w:val="22"/>
        </w:rPr>
        <w:t xml:space="preserve">eny </w:t>
      </w:r>
      <w:r w:rsidR="00417FE8">
        <w:rPr>
          <w:szCs w:val="22"/>
        </w:rPr>
        <w:t>za dílo</w:t>
      </w:r>
      <w:r w:rsidRPr="002963A5">
        <w:rPr>
          <w:szCs w:val="22"/>
        </w:rPr>
        <w:t xml:space="preserve"> bez DPH</w:t>
      </w:r>
      <w:r w:rsidR="00530CB9">
        <w:rPr>
          <w:szCs w:val="22"/>
        </w:rPr>
        <w:t xml:space="preserve"> (uvedené v bodě 6.2)</w:t>
      </w:r>
      <w:r w:rsidRPr="002963A5">
        <w:rPr>
          <w:szCs w:val="22"/>
        </w:rPr>
        <w:t>.</w:t>
      </w:r>
    </w:p>
    <w:p w14:paraId="39801AD7" w14:textId="1A16C838"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68F387D4" w:rsidR="00DE040E" w:rsidRPr="002E6B55" w:rsidRDefault="00DE040E" w:rsidP="002974B3">
      <w:pPr>
        <w:pStyle w:val="Odstavecseseznamem"/>
        <w:tabs>
          <w:tab w:val="clear" w:pos="709"/>
        </w:tabs>
        <w:ind w:left="567" w:hanging="567"/>
        <w:jc w:val="both"/>
      </w:pPr>
      <w:r w:rsidRPr="00DE040E">
        <w:t>V případech nahlášení záruční vady dle bodu 8.4. této smlouvy, je zhotovitel povinen záruční vadu odstranit bezodkladně, nejpozději však do 3 pracovních dní od jejího nahlášení, tzn. od doručení zprávy, pokud nebude dohodnuto jinak (např. s ohledem na klimatické podmínky a technologické postupy). Při nesplnění tohoto termínu může objednatel zhotoviteli účtovat smluvní pokutu ve výši 500,- Kč (slovy pětset korun českých) za každý započatý den prodlení.</w:t>
      </w:r>
    </w:p>
    <w:p w14:paraId="5AD3E3B2" w14:textId="27D507BE"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73BF0798"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p>
    <w:p w14:paraId="7650819F" w14:textId="129E7DC4"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4C5DCC">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3FB87606"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BF6B49">
        <w:t>G</w:t>
      </w:r>
      <w:r w:rsidR="00257CEE">
        <w:t xml:space="preserve"> přílohy č. </w:t>
      </w:r>
      <w:r w:rsidR="00C8231A">
        <w:t>4</w:t>
      </w:r>
      <w:r w:rsidR="00BF6B49">
        <w:t xml:space="preserve"> této smlouvy</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p>
    <w:p w14:paraId="0435C6CA" w14:textId="7E9D2C0C" w:rsidR="00FE7F62" w:rsidRDefault="00FE7F62"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 xml:space="preserve">v příloze č. </w:t>
      </w:r>
      <w:r w:rsidR="00C8231A">
        <w:t>7</w:t>
      </w:r>
      <w:r>
        <w:t xml:space="preserve"> (viz bod 11.2</w:t>
      </w:r>
      <w:r w:rsidR="007C0C19">
        <w:t>5</w:t>
      </w:r>
      <w:r>
        <w:t xml:space="preserve"> </w:t>
      </w:r>
      <w:r w:rsidR="00BF6BE0">
        <w:t xml:space="preserve">této </w:t>
      </w:r>
      <w:r>
        <w:t>smlouvy)</w:t>
      </w:r>
      <w:r w:rsidRPr="00250C4B">
        <w:t>, je objednatel oprávněn účtovat smluvní pokutu ve výši 5</w:t>
      </w:r>
      <w:r>
        <w:t>.</w:t>
      </w:r>
      <w:r w:rsidRPr="00250C4B">
        <w:t>000</w:t>
      </w:r>
      <w:r>
        <w:t>,-</w:t>
      </w:r>
      <w:r w:rsidRPr="00250C4B">
        <w:t xml:space="preserve"> Kč (slovy p</w:t>
      </w:r>
      <w:r>
        <w:t>ět</w:t>
      </w:r>
      <w:r w:rsidR="00BD67A9">
        <w:t xml:space="preserve"> </w:t>
      </w:r>
      <w:r w:rsidRPr="00250C4B">
        <w:t>tisíc korun) za každý zjištěný případ.</w:t>
      </w:r>
    </w:p>
    <w:p w14:paraId="030AC7CB" w14:textId="38ACED19"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fotodokumentaci v rozsahu dle bodu 2.2., písm. </w:t>
      </w:r>
      <w:r>
        <w:t>h</w:t>
      </w:r>
      <w:r w:rsidRPr="00FD4BA6">
        <w:t>), této smlouvy.</w:t>
      </w:r>
    </w:p>
    <w:p w14:paraId="7D49A43F" w14:textId="2DD04FC7" w:rsidR="00711F94" w:rsidRDefault="00711F94" w:rsidP="002974B3">
      <w:pPr>
        <w:pStyle w:val="Odstavecseseznamem"/>
        <w:tabs>
          <w:tab w:val="clear" w:pos="709"/>
        </w:tabs>
        <w:ind w:left="567" w:hanging="567"/>
        <w:jc w:val="both"/>
      </w:pPr>
      <w:r>
        <w:t>V případě, že zhotovitel nesplní podmínky uvedené v bodě 11.10 této smlouvy, a objednateli nebude z tohoto důvodu přiznána dotace</w:t>
      </w:r>
      <w:r w:rsidR="00A02940" w:rsidRPr="00A02940">
        <w:t xml:space="preserve"> </w:t>
      </w:r>
      <w:r w:rsidR="00A02940">
        <w:t>nebo bude výše dotace z tohoto důvodu krácena</w:t>
      </w:r>
      <w:r>
        <w:t xml:space="preserve">, je objednatel oprávněn účtovat </w:t>
      </w:r>
      <w:r>
        <w:lastRenderedPageBreak/>
        <w:t xml:space="preserve">zhotoviteli smluvní pokutu ve výši </w:t>
      </w:r>
      <w:r w:rsidR="00764ECC">
        <w:t>500.000,</w:t>
      </w:r>
      <w:r w:rsidR="001B25D9">
        <w:t>-</w:t>
      </w:r>
      <w:r w:rsidR="00764ECC">
        <w:t xml:space="preserve"> Kč</w:t>
      </w:r>
      <w:r w:rsidR="001B25D9">
        <w:t xml:space="preserve"> (slovy pětset tisíc korun)</w:t>
      </w:r>
      <w:r>
        <w:t>.</w:t>
      </w:r>
      <w:r w:rsidR="008B6FD9">
        <w:t xml:space="preserve"> V případě krácení dotace o méně než 500.000,- Kč však bude smluvní pokuta účtována maximálně do výše, o kterou byla dotace krácena.</w:t>
      </w:r>
    </w:p>
    <w:p w14:paraId="3F76CCD7" w14:textId="19568996" w:rsidR="001B25D9" w:rsidRPr="002E6B55" w:rsidRDefault="007006CD" w:rsidP="002974B3">
      <w:pPr>
        <w:pStyle w:val="Odstavecseseznamem"/>
        <w:tabs>
          <w:tab w:val="clear" w:pos="709"/>
        </w:tabs>
        <w:ind w:left="567" w:hanging="567"/>
        <w:jc w:val="both"/>
      </w:pPr>
      <w:r>
        <w:t xml:space="preserve">V případě, že zhotovitel nesplní podmínky uvedené v bodě 2.2 písmeno m) vztahující se k zajištění vnitřního prostotu objektu proti vnějším vlivům, je </w:t>
      </w:r>
      <w:r w:rsidR="001B25D9">
        <w:t>objednatel oprávněn účtovat zhotoviteli smluvní pokutu ve výši 10.000,- Kč (slovy deset tisíc korun) za první a druhý případ porušení této povinnosti, a při třetím a dalším porušení této povinnosti je objednatel oprávněn účtovat zhotoviteli smluvní pokutu ve výši 100.000,- Kč (slovy sto tisíc korun).</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7E9B9A2D" w:rsidR="00F666F6" w:rsidRPr="002E6B55" w:rsidRDefault="00FD4BA6" w:rsidP="002974B3">
      <w:pPr>
        <w:pStyle w:val="Odstavecseseznamem"/>
        <w:tabs>
          <w:tab w:val="clear" w:pos="709"/>
        </w:tabs>
        <w:ind w:left="567" w:hanging="567"/>
        <w:jc w:val="both"/>
      </w:pPr>
      <w:r w:rsidRPr="00FD4BA6">
        <w:t>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10.6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 Záznamy ve stavebním deníku budou na straně zhotovitele podepisovány elektronickým podpisem vystaveným kvalifikovaným poskytovatelem certifikačních služeb, který si zhotovitel zajistí sám a na své náklady před předáním a převzetím staveniště.</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C76F9C">
      <w:pPr>
        <w:pStyle w:val="odrka"/>
        <w:numPr>
          <w:ilvl w:val="0"/>
          <w:numId w:val="17"/>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C76F9C">
      <w:pPr>
        <w:pStyle w:val="odrka"/>
        <w:numPr>
          <w:ilvl w:val="0"/>
          <w:numId w:val="17"/>
        </w:numPr>
        <w:tabs>
          <w:tab w:val="clear" w:pos="1560"/>
        </w:tabs>
        <w:ind w:left="851" w:hanging="284"/>
        <w:jc w:val="both"/>
      </w:pPr>
      <w:r w:rsidRPr="002E6B55">
        <w:t>identifikační údaje stavby podle projektové dokumentace;</w:t>
      </w:r>
    </w:p>
    <w:p w14:paraId="24C8AE57" w14:textId="77777777" w:rsidR="00F666F6" w:rsidRPr="002E6B55" w:rsidRDefault="00F666F6" w:rsidP="00C76F9C">
      <w:pPr>
        <w:pStyle w:val="odrka"/>
        <w:numPr>
          <w:ilvl w:val="0"/>
          <w:numId w:val="17"/>
        </w:numPr>
        <w:tabs>
          <w:tab w:val="clear" w:pos="1560"/>
        </w:tabs>
        <w:ind w:left="851" w:hanging="284"/>
        <w:jc w:val="both"/>
      </w:pPr>
      <w:r w:rsidRPr="002E6B55">
        <w:t>přehled smluv včetně dodatků a změn;</w:t>
      </w:r>
    </w:p>
    <w:p w14:paraId="41D5110E" w14:textId="77777777" w:rsidR="00F666F6" w:rsidRPr="002E6B55" w:rsidRDefault="00F666F6" w:rsidP="00C76F9C">
      <w:pPr>
        <w:pStyle w:val="odrka"/>
        <w:numPr>
          <w:ilvl w:val="0"/>
          <w:numId w:val="17"/>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C76F9C">
      <w:pPr>
        <w:pStyle w:val="odrka"/>
        <w:numPr>
          <w:ilvl w:val="0"/>
          <w:numId w:val="17"/>
        </w:numPr>
        <w:tabs>
          <w:tab w:val="clear" w:pos="1560"/>
        </w:tabs>
        <w:ind w:left="851" w:hanging="284"/>
        <w:jc w:val="both"/>
      </w:pPr>
      <w:r w:rsidRPr="002E6B55">
        <w:t>seznam dokumentace stavby, jejich změn a doplnění;</w:t>
      </w:r>
    </w:p>
    <w:p w14:paraId="512E5DA0" w14:textId="77777777" w:rsidR="00F666F6" w:rsidRPr="002E6B55" w:rsidRDefault="00F666F6" w:rsidP="00C76F9C">
      <w:pPr>
        <w:pStyle w:val="odrka"/>
        <w:numPr>
          <w:ilvl w:val="0"/>
          <w:numId w:val="17"/>
        </w:numPr>
        <w:tabs>
          <w:tab w:val="clear" w:pos="1560"/>
        </w:tabs>
        <w:ind w:left="851" w:hanging="284"/>
        <w:jc w:val="both"/>
      </w:pPr>
      <w:r w:rsidRPr="002E6B55">
        <w:t>přehled zkoušek všech druhů.</w:t>
      </w:r>
    </w:p>
    <w:p w14:paraId="4D6CB971" w14:textId="53AC4859" w:rsidR="00F666F6" w:rsidRPr="002E6B55" w:rsidRDefault="00F666F6" w:rsidP="002974B3">
      <w:pPr>
        <w:pStyle w:val="Odstavecseseznamem"/>
        <w:tabs>
          <w:tab w:val="clear" w:pos="709"/>
        </w:tabs>
        <w:ind w:left="567" w:hanging="567"/>
        <w:jc w:val="both"/>
      </w:pPr>
      <w:r w:rsidRPr="002E6B55">
        <w:t xml:space="preserve">Denní záznamy bude zapisovat a podepisovat stavbyvedoucí (jeho zástupce) v den, kdy práce byly provedeny nebo kdy nastaly okolnosti, které vyvolaly nutnost zápisu. </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lastRenderedPageBreak/>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4E17ACB4" w14:textId="77777777" w:rsidR="00F666F6" w:rsidRPr="002E6B55" w:rsidRDefault="00F666F6" w:rsidP="00757252">
      <w:pPr>
        <w:pStyle w:val="Nadpis1"/>
        <w:ind w:hanging="5404"/>
        <w:jc w:val="center"/>
      </w:pPr>
      <w:r w:rsidRPr="002E6B55">
        <w:t>Provádění díla</w:t>
      </w:r>
    </w:p>
    <w:p w14:paraId="0A67E9C6" w14:textId="26E96A97"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5-ti pracovních dní od doručení výzvy ze strany objednatele. </w:t>
      </w:r>
    </w:p>
    <w:p w14:paraId="4F800647" w14:textId="41AF78E2"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F63DA1D" w14:textId="500EB15C" w:rsidR="00BB5B5E" w:rsidRPr="00C8231A" w:rsidRDefault="00FD4BA6" w:rsidP="00C8231A">
      <w:pPr>
        <w:pStyle w:val="Text"/>
        <w:tabs>
          <w:tab w:val="clear" w:pos="227"/>
        </w:tabs>
        <w:spacing w:before="90" w:line="240" w:lineRule="auto"/>
        <w:ind w:left="567"/>
        <w:rPr>
          <w:b/>
          <w:sz w:val="22"/>
          <w:szCs w:val="22"/>
        </w:rPr>
      </w:pPr>
      <w:r w:rsidRPr="00FD4BA6">
        <w:rPr>
          <w:b/>
          <w:sz w:val="22"/>
          <w:szCs w:val="22"/>
        </w:rPr>
        <w:t>Objednatel předpokládá, že předání a převzetí staveniště proběhne v dubnu roku 2024. Tímto však není vyloučeno předání a převzetí staveniště i v jiném termínu.</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1B22178F" w:rsidR="00FD4BA6" w:rsidRDefault="00FD4BA6" w:rsidP="00FD4BA6">
      <w:pPr>
        <w:ind w:left="567"/>
        <w:jc w:val="both"/>
      </w:pPr>
      <w:r>
        <w:rPr>
          <w:szCs w:val="22"/>
        </w:rPr>
        <w:t>Výzva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5EAC181" w:rsidR="00D540D3" w:rsidRPr="00D540D3" w:rsidRDefault="00D540D3" w:rsidP="00D540D3">
      <w:pPr>
        <w:numPr>
          <w:ilvl w:val="0"/>
          <w:numId w:val="23"/>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4C770E" w:rsidRPr="006B30B6">
        <w:rPr>
          <w:color w:val="auto"/>
          <w:szCs w:val="22"/>
        </w:rPr>
        <w:t>Ing. Petr Holuša</w:t>
      </w:r>
    </w:p>
    <w:p w14:paraId="1E435DC9" w14:textId="660E620A" w:rsidR="00D540D3" w:rsidRPr="004B3D28" w:rsidRDefault="00D540D3" w:rsidP="00D540D3">
      <w:pPr>
        <w:pStyle w:val="odrka"/>
        <w:numPr>
          <w:ilvl w:val="0"/>
          <w:numId w:val="17"/>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4058D0AA"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1EB79891" w14:textId="77777777" w:rsidR="007C0C19" w:rsidRPr="007C0C19" w:rsidRDefault="007C0C19" w:rsidP="007C0C19">
      <w:pPr>
        <w:pStyle w:val="Odstavecseseznamem"/>
        <w:tabs>
          <w:tab w:val="clear" w:pos="709"/>
        </w:tabs>
        <w:ind w:left="567" w:hanging="567"/>
        <w:jc w:val="both"/>
      </w:pPr>
      <w:r w:rsidRPr="007C0C19">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26814ACB" w:rsidR="005F2715" w:rsidRPr="002E6B55" w:rsidRDefault="005F2715" w:rsidP="00683E38">
      <w:pPr>
        <w:ind w:left="567"/>
        <w:jc w:val="both"/>
        <w:rPr>
          <w:szCs w:val="22"/>
        </w:rPr>
      </w:pPr>
      <w:r w:rsidRPr="005F2715">
        <w:rPr>
          <w:szCs w:val="22"/>
        </w:rPr>
        <w:lastRenderedPageBreak/>
        <w:t>Zhotovitel přizve Objednatele k provádění všech typů zkoušek, přičemž pro prokázání funkčnosti a těsnosti střešní folie mohou být využity i jiné druhy zkoušek (jiskrová, vakuová, atp.)</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0AC88C80" w14:textId="6DC9C910" w:rsidR="000C4B57" w:rsidRDefault="001C5B9D" w:rsidP="000C4B57">
      <w:pPr>
        <w:ind w:left="567"/>
        <w:jc w:val="both"/>
      </w:pPr>
      <w:r>
        <w:t xml:space="preserve"> </w:t>
      </w:r>
      <w:r w:rsidRPr="00711F94">
        <w:t>Zhotovitel je povinen doložit objednateli veškeré potřebné dokumenty prokazující splnění požadavků zásady významně nepoškozovat životní prostředí (DNSH), spočívající zejména v doložení kopií smluv uzavřených mezi zhotovitelem a dalším subjektem využívajícím vyprodukované materiály ke stejnému účelu nebo kopie smluv uzavřených s provozovateli zařízení k recyklaci odpadů provozovaných dle podmínek zákona č. 541/2020 Sb. o odpadech.  Součástí kopií smluv budou také kopie vážních lístků. Z kopií smluv a vážních lístků bude jednoznačně vyplývat, že z vyprodukovaných stavebních a demoličních materiálů či odpadů neklasifikovaných jako nebezpečné (s výjimkou přirozeně se vyskytujících materiálů uvedených v kategorii 17 05 04 na Evropském seznamu odpadů vytvořeném rozhodnutím 2000/532/ES ze dne 3. května 2000, kterým se nahrazuje rozhodnutí 94/3/ES, kterým se stanoví seznam odpadů podle čl. 1 písm. a) směrnice Rady 75/442/EHS o odpadech a rozhodnutí Rady 94/904/ES, kterým se stanoví seznam nebezpečných odpadů ve smyslu čl. 1 odst. 4 směrnice Rady 91/689/EHS o nebezpečných odpadech (oznámeno pod číslem dokumentu K</w:t>
      </w:r>
      <w:r w:rsidR="00F2100A">
        <w:t xml:space="preserve"> </w:t>
      </w:r>
      <w:r w:rsidRPr="00711F94">
        <w:t>(2000) 1147)) bylo předáno k opětovnému použití, recyklaci a jiným druhům materiálového využití minimálně 70 hmotnostních %.</w:t>
      </w:r>
      <w:r w:rsidRPr="001C5B9D">
        <w:t xml:space="preserve"> </w:t>
      </w:r>
      <w:r w:rsidR="000C4B57">
        <w:t xml:space="preserve">V Případě, že zhotovitel nesplní tuto povinnost, je objednatel oprávněn účtovat zhotoviteli smluvní pokutu dle bodu 9.11 této smlouvy. </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2D480DFC"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7705B1">
        <w:t xml:space="preserve">průkazy způsobilosti dle zákona 266/1994 Sb. o drahách v platném znění, </w:t>
      </w:r>
      <w:r w:rsidR="00CA3F06">
        <w:t xml:space="preserve">výsledky měření </w:t>
      </w:r>
      <w:r w:rsidR="00CA3F06">
        <w:lastRenderedPageBreak/>
        <w:t xml:space="preserve">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3546F5E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4C5DCC">
        <w:t>7</w:t>
      </w:r>
      <w:r w:rsidR="004C5DCC" w:rsidRPr="002E6B55">
        <w:t xml:space="preserve"> </w:t>
      </w:r>
      <w:r w:rsidRPr="002E6B55">
        <w:t xml:space="preserve">této smlouvy. </w:t>
      </w:r>
    </w:p>
    <w:p w14:paraId="0234FDE7" w14:textId="5A851FE1"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C8231A">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7E30A516" w:rsidR="00B02E25" w:rsidRDefault="00B02E25" w:rsidP="008403ED">
      <w:pPr>
        <w:pStyle w:val="Odstavecseseznamem"/>
        <w:tabs>
          <w:tab w:val="clear" w:pos="709"/>
        </w:tabs>
        <w:ind w:left="567" w:hanging="567"/>
        <w:jc w:val="both"/>
      </w:pPr>
      <w:r>
        <w:t xml:space="preserve">Dílo bude prováděno v souladu s přílohou č. </w:t>
      </w:r>
      <w:r w:rsidR="00C8231A">
        <w:t>4</w:t>
      </w:r>
      <w:r>
        <w:t xml:space="preserve">: </w:t>
      </w:r>
      <w:r w:rsidR="001556B5">
        <w:t>Podmínky pro pr</w:t>
      </w:r>
      <w:r w:rsidR="00394859">
        <w:t>ovádění díla v Areálu tramvaje Moravská</w:t>
      </w:r>
      <w:r w:rsidR="001556B5">
        <w:t xml:space="preserve"> Ostrava</w:t>
      </w:r>
      <w:r>
        <w:t>.</w:t>
      </w:r>
    </w:p>
    <w:p w14:paraId="4BB3750D" w14:textId="1C51D594" w:rsidR="007C0C19" w:rsidRDefault="007C0C19" w:rsidP="008403ED">
      <w:pPr>
        <w:pStyle w:val="Odstavecseseznamem"/>
        <w:tabs>
          <w:tab w:val="clear" w:pos="709"/>
        </w:tabs>
        <w:ind w:left="567" w:hanging="567"/>
        <w:jc w:val="both"/>
      </w:pPr>
      <w:r w:rsidRPr="00F666F6">
        <w:t>Zhotovitel je povin</w:t>
      </w:r>
      <w:r>
        <w:t>en dodržovat a řídit se pokyny K</w:t>
      </w:r>
      <w:r w:rsidRPr="00F666F6">
        <w:t>oordinátora BOZP, kterého zajistí objednatel</w:t>
      </w:r>
      <w:r>
        <w:t>.</w:t>
      </w:r>
    </w:p>
    <w:p w14:paraId="72649303" w14:textId="45F72E89" w:rsidR="00FE7F62" w:rsidRDefault="0008606A" w:rsidP="008403ED">
      <w:pPr>
        <w:pStyle w:val="Odstavecseseznamem"/>
        <w:tabs>
          <w:tab w:val="clear" w:pos="709"/>
        </w:tabs>
        <w:ind w:left="567" w:hanging="567"/>
        <w:jc w:val="both"/>
      </w:pPr>
      <w:r w:rsidRPr="00244383">
        <w:t>Zhotovitel je povinen realizovat zakázku pracovníky</w:t>
      </w:r>
      <w:r w:rsidR="00FE7F62">
        <w:t xml:space="preserve">, odbornou osobou, </w:t>
      </w:r>
      <w:r w:rsidR="003667F9">
        <w:t xml:space="preserve">případně poddodavatelem </w:t>
      </w:r>
      <w:r w:rsidRPr="00244383">
        <w:t xml:space="preserve">na </w:t>
      </w:r>
      <w:r>
        <w:t>p</w:t>
      </w:r>
      <w:r w:rsidRPr="00244383">
        <w:t>ozicích uvedený</w:t>
      </w:r>
      <w:r w:rsidR="003667F9">
        <w:t>ch</w:t>
      </w:r>
      <w:r w:rsidRPr="00244383">
        <w:t xml:space="preserve"> v</w:t>
      </w:r>
      <w:r>
        <w:t xml:space="preserve">e své nabídce a </w:t>
      </w:r>
      <w:r w:rsidR="00FE7F62">
        <w:t xml:space="preserve">v </w:t>
      </w:r>
      <w:r>
        <w:t xml:space="preserve">příloze č. </w:t>
      </w:r>
      <w:r w:rsidR="00C8231A">
        <w:t>7</w:t>
      </w:r>
      <w:r>
        <w:t xml:space="preserve"> této smlouvy.</w:t>
      </w:r>
      <w:r w:rsidRPr="00244383">
        <w:t xml:space="preserve"> </w:t>
      </w:r>
    </w:p>
    <w:p w14:paraId="34A1E1D6" w14:textId="73865B8A" w:rsidR="0008606A" w:rsidRDefault="004C60B9" w:rsidP="00FE7F62">
      <w:pPr>
        <w:ind w:left="567"/>
        <w:jc w:val="both"/>
      </w:pPr>
      <w:r>
        <w:t>Zhotovitel</w:t>
      </w:r>
      <w:r w:rsidRPr="00BC3C92">
        <w:t xml:space="preserve"> je oprávněn změnit</w:t>
      </w:r>
      <w:r>
        <w:t xml:space="preserve"> </w:t>
      </w:r>
      <w:r w:rsidRPr="00BC3C92">
        <w:t xml:space="preserve">poddodavatele, pomocí kterého prokazoval splnění části kvalifikace, či jinou osobu, prostřednictvím které prokázal odbornou způsobilost / kvalifikaci v </w:t>
      </w:r>
      <w:r>
        <w:t>zadávacím</w:t>
      </w:r>
      <w:r w:rsidRPr="00BC3C92">
        <w:t xml:space="preserve"> řízení (dále jen „odborná osoba“) pouze z vážných důvodů, a to s předchozím písemným souhlasem </w:t>
      </w:r>
      <w:r>
        <w:t>objednatele</w:t>
      </w:r>
      <w:r w:rsidRPr="00BC3C92">
        <w:t>. Žádost o souhlas se změnou poddodavatele či odborné osoby bude doložena doklady potřebnými k prokázání potřebné kvalifikace, kter</w:t>
      </w:r>
      <w:r>
        <w:t>á</w:t>
      </w:r>
      <w:r w:rsidRPr="00BC3C92">
        <w:t xml:space="preserve"> byl</w:t>
      </w:r>
      <w:r>
        <w:t>a</w:t>
      </w:r>
      <w:r w:rsidRPr="00BC3C92">
        <w:t xml:space="preserve"> předmětem </w:t>
      </w:r>
      <w:r>
        <w:t xml:space="preserve">posouzení </w:t>
      </w:r>
      <w:r w:rsidRPr="00BC3C92">
        <w:t>v</w:t>
      </w:r>
      <w:r>
        <w:t xml:space="preserve"> zadávacím</w:t>
      </w:r>
      <w:r w:rsidRPr="00BC3C92">
        <w:t xml:space="preserve"> řízení. Nový poddodavatel musí disponovat minimálně kvalifikací</w:t>
      </w:r>
      <w:r>
        <w:t>, jaká byla požadována v rámci zadávacího řízení</w:t>
      </w:r>
      <w:r w:rsidRPr="00BC3C92">
        <w:t>; nová odborná osoba musí disponovat minimálně kvalifikací</w:t>
      </w:r>
      <w:r>
        <w:t>, jaká byla požadována v rámci zadávacího řízení</w:t>
      </w:r>
      <w:r w:rsidR="006A54A7">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lastRenderedPageBreak/>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78A642C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C8231A">
        <w:rPr>
          <w:sz w:val="22"/>
          <w:szCs w:val="22"/>
        </w:rPr>
        <w:t>6</w:t>
      </w:r>
      <w:r>
        <w:rPr>
          <w:sz w:val="22"/>
          <w:szCs w:val="22"/>
        </w:rPr>
        <w:t xml:space="preserve"> této smlouvy. Porušení kteréhokoliv pravidla sociální odpovědnosti, nebude-li bezodkladně napraveno v souladu s Přílohu č. </w:t>
      </w:r>
      <w:r w:rsidR="00C8231A">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C8231A">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70389108" w:rsidR="00021D78" w:rsidRPr="00C56DD7" w:rsidRDefault="00021D78" w:rsidP="00021D78">
      <w:pPr>
        <w:pStyle w:val="Odstavecseseznamem"/>
        <w:numPr>
          <w:ilvl w:val="0"/>
          <w:numId w:val="29"/>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021D78">
      <w:pPr>
        <w:pStyle w:val="Text"/>
        <w:numPr>
          <w:ilvl w:val="0"/>
          <w:numId w:val="29"/>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012287CF" w:rsidR="008B244F" w:rsidRPr="00C56DD7" w:rsidRDefault="008B244F" w:rsidP="00021D78">
      <w:pPr>
        <w:pStyle w:val="Text"/>
        <w:numPr>
          <w:ilvl w:val="0"/>
          <w:numId w:val="29"/>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w:t>
      </w:r>
      <w:r w:rsidR="004C60B9">
        <w:rPr>
          <w:sz w:val="22"/>
          <w:szCs w:val="22"/>
        </w:rPr>
        <w:t>z</w:t>
      </w:r>
      <w:r w:rsidR="006072B4">
        <w:rPr>
          <w:sz w:val="22"/>
          <w:szCs w:val="22"/>
        </w:rPr>
        <w:t>ákonem č. 17/1992 Sb.</w:t>
      </w:r>
      <w:r w:rsidR="004C60B9">
        <w:rPr>
          <w:sz w:val="22"/>
          <w:szCs w:val="22"/>
        </w:rPr>
        <w:t>,</w:t>
      </w:r>
      <w:r w:rsidR="006072B4">
        <w:rPr>
          <w:sz w:val="22"/>
          <w:szCs w:val="22"/>
        </w:rPr>
        <w:t xml:space="preserve"> o životním prostředí, v platném </w:t>
      </w:r>
      <w:r w:rsidR="000E6617">
        <w:rPr>
          <w:sz w:val="22"/>
          <w:szCs w:val="22"/>
        </w:rPr>
        <w:t>znění.</w:t>
      </w:r>
    </w:p>
    <w:p w14:paraId="547EE252" w14:textId="502C3DA1"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2326C91D" w14:textId="77777777" w:rsidR="00F8048C" w:rsidRPr="003744D2" w:rsidRDefault="00F8048C" w:rsidP="00F8048C">
      <w:pPr>
        <w:pStyle w:val="Nadpis1"/>
        <w:ind w:hanging="5404"/>
        <w:jc w:val="center"/>
        <w:rPr>
          <w:iCs/>
        </w:rPr>
      </w:pPr>
      <w:r w:rsidRPr="004E6AB9">
        <w:t xml:space="preserve">Podmínky </w:t>
      </w:r>
      <w:r w:rsidRPr="003744D2">
        <w:t>poskytování dotace</w:t>
      </w:r>
    </w:p>
    <w:p w14:paraId="21FE173B" w14:textId="77777777" w:rsidR="00F8048C" w:rsidRPr="003744D2" w:rsidRDefault="00F8048C" w:rsidP="00F8048C">
      <w:pPr>
        <w:pStyle w:val="Odstavecseseznamem"/>
        <w:numPr>
          <w:ilvl w:val="0"/>
          <w:numId w:val="36"/>
        </w:numPr>
        <w:tabs>
          <w:tab w:val="clear" w:pos="709"/>
        </w:tabs>
        <w:ind w:left="567" w:hanging="567"/>
        <w:jc w:val="both"/>
        <w:rPr>
          <w:rFonts w:eastAsiaTheme="minorHAnsi"/>
        </w:rPr>
      </w:pPr>
      <w:r w:rsidRPr="00B71ED9">
        <w:t xml:space="preserve">Bude-li </w:t>
      </w:r>
      <w:r>
        <w:t xml:space="preserve">objednatel </w:t>
      </w:r>
      <w:r w:rsidRPr="00B71ED9">
        <w:t>na realizaci předmětu smlouvy čerpat dotace z programů EU nebo Národních programů, umožní</w:t>
      </w:r>
      <w:r>
        <w:t xml:space="preserve"> zhotovitel objednateli</w:t>
      </w:r>
      <w:r w:rsidRPr="00B71ED9">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2BCE0707" w14:textId="66F27740" w:rsidR="00F8048C" w:rsidRPr="00B71ED9" w:rsidRDefault="00F8048C" w:rsidP="00F8048C">
      <w:pPr>
        <w:pStyle w:val="Odstavecseseznamem"/>
        <w:numPr>
          <w:ilvl w:val="0"/>
          <w:numId w:val="36"/>
        </w:numPr>
        <w:tabs>
          <w:tab w:val="clear" w:pos="709"/>
        </w:tabs>
        <w:ind w:left="567" w:hanging="567"/>
        <w:jc w:val="both"/>
      </w:pPr>
      <w:r>
        <w:t xml:space="preserve">Zhotovitel se </w:t>
      </w:r>
      <w:r w:rsidRPr="00B71ED9">
        <w:t xml:space="preserve">zavazuje poskytnout přiměřený přístup zástupcům </w:t>
      </w:r>
      <w:r>
        <w:t>objednatele</w:t>
      </w:r>
      <w:r w:rsidRPr="00B71ED9">
        <w:t xml:space="preserv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 xml:space="preserve">Zhotovitel </w:t>
      </w:r>
      <w:r w:rsidRPr="00B71ED9">
        <w:t>zajistí, aby dokumenty byly snadno přístupné a uložené tak, aby přezkoumání usnadnily.</w:t>
      </w:r>
    </w:p>
    <w:p w14:paraId="19F07428" w14:textId="77777777" w:rsidR="00F8048C" w:rsidRPr="00B71ED9" w:rsidRDefault="00F8048C" w:rsidP="00F8048C">
      <w:pPr>
        <w:pStyle w:val="Odstavecseseznamem"/>
        <w:numPr>
          <w:ilvl w:val="0"/>
          <w:numId w:val="36"/>
        </w:numPr>
        <w:tabs>
          <w:tab w:val="clear" w:pos="709"/>
        </w:tabs>
        <w:ind w:left="567" w:hanging="567"/>
        <w:jc w:val="both"/>
      </w:pPr>
      <w:r>
        <w:t xml:space="preserve">Zhotovitel </w:t>
      </w:r>
      <w:r w:rsidRPr="00B71ED9">
        <w:t xml:space="preserve">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w:t>
      </w:r>
      <w:r>
        <w:t>této</w:t>
      </w:r>
      <w:r w:rsidRPr="00B71ED9">
        <w:t xml:space="preserve"> smlouvy.</w:t>
      </w:r>
    </w:p>
    <w:p w14:paraId="38A4E97D" w14:textId="77777777" w:rsidR="00F8048C" w:rsidRPr="00B71ED9" w:rsidRDefault="00F8048C" w:rsidP="00F8048C">
      <w:pPr>
        <w:pStyle w:val="Odstavecseseznamem"/>
        <w:numPr>
          <w:ilvl w:val="0"/>
          <w:numId w:val="36"/>
        </w:numPr>
        <w:tabs>
          <w:tab w:val="clear" w:pos="709"/>
        </w:tabs>
        <w:ind w:left="567" w:hanging="567"/>
        <w:jc w:val="both"/>
      </w:pPr>
      <w:r>
        <w:t xml:space="preserve">Zhotovitel </w:t>
      </w:r>
      <w:r w:rsidRPr="00B71ED9">
        <w:t xml:space="preserve">je povinen uchovávat veškerou dokumentaci související s realizací předmětu plnění včetně účetních dokladů minimálně </w:t>
      </w:r>
      <w:r>
        <w:t>do 10 let od finančního ukončení projektu</w:t>
      </w:r>
      <w:r w:rsidRPr="00B71ED9">
        <w:t xml:space="preserve">. </w:t>
      </w:r>
    </w:p>
    <w:p w14:paraId="299E3AC6" w14:textId="77777777" w:rsidR="00F8048C" w:rsidRPr="00B71ED9" w:rsidRDefault="00F8048C" w:rsidP="00F8048C">
      <w:pPr>
        <w:pStyle w:val="Odstavecseseznamem"/>
        <w:numPr>
          <w:ilvl w:val="0"/>
          <w:numId w:val="36"/>
        </w:numPr>
        <w:tabs>
          <w:tab w:val="clear" w:pos="709"/>
        </w:tabs>
        <w:ind w:left="567" w:hanging="567"/>
        <w:jc w:val="both"/>
      </w:pPr>
      <w:r>
        <w:lastRenderedPageBreak/>
        <w:t xml:space="preserve">Zhotovitel </w:t>
      </w:r>
      <w:r w:rsidRPr="00B71ED9">
        <w:t xml:space="preserve">je povinen minimálně do </w:t>
      </w:r>
      <w:r>
        <w:t>10 let od finančního ukončení projektu</w:t>
      </w:r>
      <w:r w:rsidRPr="00B71ED9">
        <w:t xml:space="preserve">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7C6E17EE"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46CE4">
        <w:t xml:space="preserve">3 </w:t>
      </w:r>
      <w:r w:rsidRPr="002E6B55">
        <w:t xml:space="preserve">mil. Kč pro jednu pojistnou událost a celková částka pojistného plnění minimálně </w:t>
      </w:r>
      <w:r w:rsidR="00546CE4">
        <w:t>15</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0FD8A5C5"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C8231A">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77777777" w:rsidR="00DE040E" w:rsidRDefault="00DE040E" w:rsidP="00A85295">
      <w:pPr>
        <w:jc w:val="both"/>
      </w:pPr>
    </w:p>
    <w:p w14:paraId="019728C3" w14:textId="236F0A6B" w:rsidR="004707AE" w:rsidRPr="0005625F" w:rsidRDefault="004707AE" w:rsidP="00A85295">
      <w:pPr>
        <w:jc w:val="both"/>
      </w:pPr>
      <w:r w:rsidRPr="0005625F">
        <w:t>Přílohy této smlouvy tvoří:</w:t>
      </w:r>
    </w:p>
    <w:p w14:paraId="1F036D34" w14:textId="5DBC58C6"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CD547A" w:rsidRPr="00FD658E">
        <w:rPr>
          <w:szCs w:val="22"/>
        </w:rPr>
        <w:t>Rekapitulace ceny a oceněný soupi</w:t>
      </w:r>
      <w:r w:rsidR="00CD547A">
        <w:rPr>
          <w:szCs w:val="22"/>
        </w:rPr>
        <w:t>s prací – Areál tramvaje Moravská Ostrava – Hala vozovny</w:t>
      </w:r>
    </w:p>
    <w:p w14:paraId="1D6F9EEF" w14:textId="5121043B" w:rsidR="00B057EF" w:rsidRDefault="00896B93" w:rsidP="006F0527">
      <w:pPr>
        <w:tabs>
          <w:tab w:val="left" w:pos="1701"/>
        </w:tabs>
        <w:spacing w:line="240" w:lineRule="auto"/>
        <w:ind w:right="21"/>
        <w:rPr>
          <w:szCs w:val="22"/>
        </w:rPr>
      </w:pPr>
      <w:r>
        <w:rPr>
          <w:szCs w:val="22"/>
        </w:rPr>
        <w:lastRenderedPageBreak/>
        <w:t xml:space="preserve">Příloha č. 2 </w:t>
      </w:r>
      <w:r w:rsidR="006F0527">
        <w:rPr>
          <w:szCs w:val="22"/>
        </w:rPr>
        <w:tab/>
      </w:r>
      <w:r w:rsidR="00F572F8">
        <w:rPr>
          <w:szCs w:val="22"/>
        </w:rPr>
        <w:t>-</w:t>
      </w:r>
      <w:r w:rsidR="00B057EF">
        <w:rPr>
          <w:szCs w:val="22"/>
        </w:rPr>
        <w:t xml:space="preserve"> </w:t>
      </w:r>
      <w:r w:rsidR="00CD547A" w:rsidRPr="00FD658E">
        <w:rPr>
          <w:szCs w:val="22"/>
        </w:rPr>
        <w:t>Harmonogram realizace díla</w:t>
      </w:r>
      <w:r w:rsidR="00CD547A">
        <w:rPr>
          <w:szCs w:val="22"/>
        </w:rPr>
        <w:t xml:space="preserve"> v Areálu tramvaje Moravská Ostrava</w:t>
      </w:r>
    </w:p>
    <w:p w14:paraId="61811C61" w14:textId="42B79E2D" w:rsidR="00896B93" w:rsidRDefault="00391ED1" w:rsidP="006F0527">
      <w:pPr>
        <w:tabs>
          <w:tab w:val="left" w:pos="1701"/>
        </w:tabs>
        <w:spacing w:line="240" w:lineRule="auto"/>
        <w:ind w:right="21"/>
        <w:rPr>
          <w:szCs w:val="22"/>
        </w:rPr>
      </w:pPr>
      <w:r>
        <w:rPr>
          <w:szCs w:val="22"/>
        </w:rPr>
        <w:t xml:space="preserve">Příloha č. 3 </w:t>
      </w:r>
      <w:r w:rsidR="006F0527">
        <w:rPr>
          <w:szCs w:val="22"/>
        </w:rPr>
        <w:tab/>
        <w:t xml:space="preserve">- </w:t>
      </w:r>
      <w:r w:rsidR="00CD547A" w:rsidRPr="00FD658E">
        <w:rPr>
          <w:szCs w:val="22"/>
        </w:rPr>
        <w:t>Zákl</w:t>
      </w:r>
      <w:r w:rsidR="00CD547A">
        <w:rPr>
          <w:szCs w:val="22"/>
        </w:rPr>
        <w:t>adní požadavky k zajištění BOZP</w:t>
      </w:r>
    </w:p>
    <w:p w14:paraId="4AB5208A" w14:textId="74297445" w:rsidR="00391ED1" w:rsidRPr="00FD658E" w:rsidRDefault="00391ED1" w:rsidP="006F0527">
      <w:pPr>
        <w:tabs>
          <w:tab w:val="left" w:pos="1701"/>
        </w:tabs>
        <w:spacing w:line="240" w:lineRule="auto"/>
        <w:ind w:right="21"/>
        <w:rPr>
          <w:szCs w:val="22"/>
        </w:rPr>
      </w:pPr>
      <w:r>
        <w:rPr>
          <w:szCs w:val="22"/>
        </w:rPr>
        <w:t xml:space="preserve">Příloha č. 4 </w:t>
      </w:r>
      <w:r w:rsidR="006F0527">
        <w:rPr>
          <w:szCs w:val="22"/>
        </w:rPr>
        <w:tab/>
      </w:r>
      <w:r>
        <w:rPr>
          <w:szCs w:val="22"/>
        </w:rPr>
        <w:t xml:space="preserve">- </w:t>
      </w:r>
      <w:r w:rsidR="00CD547A">
        <w:rPr>
          <w:szCs w:val="22"/>
        </w:rPr>
        <w:t>Podmínky pro provádění díla v Areálu tramvaje Moravská Ostrava</w:t>
      </w:r>
    </w:p>
    <w:p w14:paraId="312AA0A6" w14:textId="422E46A9"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5</w:t>
      </w:r>
      <w:r w:rsidRPr="00FD658E">
        <w:rPr>
          <w:szCs w:val="22"/>
        </w:rPr>
        <w:t xml:space="preserve"> </w:t>
      </w:r>
      <w:r w:rsidR="006F0527">
        <w:rPr>
          <w:szCs w:val="22"/>
        </w:rPr>
        <w:tab/>
      </w:r>
      <w:r w:rsidR="00F572F8">
        <w:rPr>
          <w:szCs w:val="22"/>
        </w:rPr>
        <w:t>-</w:t>
      </w:r>
      <w:r w:rsidR="004F0948">
        <w:rPr>
          <w:szCs w:val="22"/>
        </w:rPr>
        <w:t xml:space="preserve"> </w:t>
      </w:r>
      <w:r w:rsidR="00CD547A" w:rsidRPr="003B5822">
        <w:rPr>
          <w:szCs w:val="22"/>
        </w:rPr>
        <w:t>Vymezení o</w:t>
      </w:r>
      <w:r w:rsidR="00CD547A">
        <w:rPr>
          <w:szCs w:val="22"/>
        </w:rPr>
        <w:t>bchodního tajemství zhotovitele</w:t>
      </w:r>
    </w:p>
    <w:p w14:paraId="4B61D593" w14:textId="4B24B1FA"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6</w:t>
      </w:r>
      <w:r w:rsidRPr="00FD658E">
        <w:rPr>
          <w:szCs w:val="22"/>
        </w:rPr>
        <w:t xml:space="preserve"> </w:t>
      </w:r>
      <w:r w:rsidR="006F0527">
        <w:rPr>
          <w:szCs w:val="22"/>
        </w:rPr>
        <w:tab/>
      </w:r>
      <w:r w:rsidR="00F572F8">
        <w:rPr>
          <w:szCs w:val="22"/>
        </w:rPr>
        <w:t>-</w:t>
      </w:r>
      <w:r w:rsidRPr="00FD658E">
        <w:rPr>
          <w:szCs w:val="22"/>
        </w:rPr>
        <w:t xml:space="preserve"> </w:t>
      </w:r>
      <w:r w:rsidR="00CD547A">
        <w:rPr>
          <w:szCs w:val="22"/>
        </w:rPr>
        <w:t>Pravidla sociální odpovědnosti</w:t>
      </w:r>
    </w:p>
    <w:p w14:paraId="4B273CD9" w14:textId="0CB1BFCE" w:rsidR="00391ED1" w:rsidRPr="00FD658E" w:rsidRDefault="00391ED1" w:rsidP="006F0527">
      <w:pPr>
        <w:tabs>
          <w:tab w:val="left" w:pos="1701"/>
        </w:tabs>
        <w:spacing w:line="240" w:lineRule="auto"/>
        <w:ind w:right="21"/>
        <w:rPr>
          <w:szCs w:val="22"/>
        </w:rPr>
      </w:pPr>
      <w:r w:rsidRPr="00FD658E">
        <w:rPr>
          <w:szCs w:val="22"/>
        </w:rPr>
        <w:t xml:space="preserve">Příloha č. </w:t>
      </w:r>
      <w:r>
        <w:rPr>
          <w:szCs w:val="22"/>
        </w:rPr>
        <w:t>7</w:t>
      </w:r>
      <w:r w:rsidRPr="00FD658E">
        <w:rPr>
          <w:szCs w:val="22"/>
        </w:rPr>
        <w:t xml:space="preserve"> </w:t>
      </w:r>
      <w:r w:rsidR="006F0527">
        <w:rPr>
          <w:szCs w:val="22"/>
        </w:rPr>
        <w:tab/>
      </w:r>
      <w:r w:rsidR="00F572F8">
        <w:rPr>
          <w:szCs w:val="22"/>
        </w:rPr>
        <w:t>-</w:t>
      </w:r>
      <w:r w:rsidRPr="00FD658E">
        <w:rPr>
          <w:szCs w:val="22"/>
        </w:rPr>
        <w:t xml:space="preserve"> </w:t>
      </w:r>
      <w:r w:rsidR="00CD547A">
        <w:rPr>
          <w:szCs w:val="22"/>
        </w:rPr>
        <w:t>Seznam odborných osob</w:t>
      </w: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733CAE33" w14:textId="745D9EC5" w:rsidR="00777CE9" w:rsidRDefault="00777CE9" w:rsidP="00394859">
      <w:pPr>
        <w:pStyle w:val="Text"/>
        <w:spacing w:line="240" w:lineRule="auto"/>
        <w:ind w:left="567" w:right="21" w:hanging="567"/>
        <w:rPr>
          <w:sz w:val="22"/>
          <w:szCs w:val="22"/>
        </w:rPr>
      </w:pPr>
    </w:p>
    <w:p w14:paraId="46A0EED7" w14:textId="77777777" w:rsidR="008361FD" w:rsidRPr="002E6B55" w:rsidRDefault="008361FD"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7006C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993"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A0CA6" w14:textId="77777777" w:rsidR="00921373" w:rsidRDefault="00921373">
      <w:r>
        <w:separator/>
      </w:r>
    </w:p>
  </w:endnote>
  <w:endnote w:type="continuationSeparator" w:id="0">
    <w:p w14:paraId="3BFAE5EC" w14:textId="77777777" w:rsidR="00921373" w:rsidRDefault="00921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1105A734"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sidR="00EB37CF">
      <w:rPr>
        <w:i/>
        <w:noProof/>
        <w:szCs w:val="22"/>
      </w:rPr>
      <w:t>17</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783FFAE6"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Pr>
        <w:rFonts w:ascii="Times New Roman" w:hAnsi="Times New Roman" w:cs="Times New Roman"/>
        <w:i/>
        <w:sz w:val="20"/>
        <w:szCs w:val="20"/>
      </w:rPr>
      <w:t>Areál tramvaje Moravská Ostrava – Hala vozovny - Rekonstrukce střechy</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EB37CF">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EB37CF">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0545F546" w:rsidR="001B25D9" w:rsidRDefault="00EB37CF"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17</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24C5C" w14:textId="77777777" w:rsidR="00921373" w:rsidRDefault="00921373">
      <w:r>
        <w:separator/>
      </w:r>
    </w:p>
  </w:footnote>
  <w:footnote w:type="continuationSeparator" w:id="0">
    <w:p w14:paraId="274EAB4D" w14:textId="77777777" w:rsidR="00921373" w:rsidRDefault="00921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2"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3" name="Obrázek 3"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4"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8ED0B7F"/>
    <w:multiLevelType w:val="multilevel"/>
    <w:tmpl w:val="77B82DA2"/>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B26628D"/>
    <w:multiLevelType w:val="hybridMultilevel"/>
    <w:tmpl w:val="AA96C7CA"/>
    <w:lvl w:ilvl="0" w:tplc="3F8A16B0">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80104A"/>
    <w:multiLevelType w:val="hybridMultilevel"/>
    <w:tmpl w:val="65DE8BE8"/>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2C073C18"/>
    <w:multiLevelType w:val="multilevel"/>
    <w:tmpl w:val="97E23026"/>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b/>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2CF90AF6"/>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1346E0"/>
    <w:multiLevelType w:val="hybridMultilevel"/>
    <w:tmpl w:val="46965E1C"/>
    <w:lvl w:ilvl="0" w:tplc="E000172A">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B783CA9"/>
    <w:multiLevelType w:val="hybridMultilevel"/>
    <w:tmpl w:val="BFBE4C80"/>
    <w:lvl w:ilvl="0" w:tplc="04050001">
      <w:start w:val="1"/>
      <w:numFmt w:val="bullet"/>
      <w:lvlText w:val=""/>
      <w:lvlJc w:val="left"/>
      <w:pPr>
        <w:ind w:left="2055" w:hanging="360"/>
      </w:pPr>
      <w:rPr>
        <w:rFonts w:ascii="Symbol" w:hAnsi="Symbol" w:hint="default"/>
      </w:rPr>
    </w:lvl>
    <w:lvl w:ilvl="1" w:tplc="04050003" w:tentative="1">
      <w:start w:val="1"/>
      <w:numFmt w:val="bullet"/>
      <w:lvlText w:val="o"/>
      <w:lvlJc w:val="left"/>
      <w:pPr>
        <w:ind w:left="2775" w:hanging="360"/>
      </w:pPr>
      <w:rPr>
        <w:rFonts w:ascii="Courier New" w:hAnsi="Courier New" w:cs="Courier New" w:hint="default"/>
      </w:rPr>
    </w:lvl>
    <w:lvl w:ilvl="2" w:tplc="04050005">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1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4D6B3E6C"/>
    <w:multiLevelType w:val="hybridMultilevel"/>
    <w:tmpl w:val="6CB4C404"/>
    <w:lvl w:ilvl="0" w:tplc="4EAEE9A8">
      <w:start w:val="1"/>
      <w:numFmt w:val="decimal"/>
      <w:lvlText w:val="5.3.%1."/>
      <w:lvlJc w:val="left"/>
      <w:pPr>
        <w:ind w:left="1647" w:hanging="360"/>
      </w:pPr>
      <w:rPr>
        <w:rFonts w:hint="default"/>
        <w:b w:val="0"/>
        <w:i w:val="0"/>
        <w:color w:val="auto"/>
        <w:sz w:val="22"/>
        <w:szCs w:val="22"/>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0120DEF"/>
    <w:multiLevelType w:val="hybridMultilevel"/>
    <w:tmpl w:val="46965E1C"/>
    <w:lvl w:ilvl="0" w:tplc="E000172A">
      <w:start w:val="1"/>
      <w:numFmt w:val="upperLetter"/>
      <w:lvlText w:val="%1."/>
      <w:lvlJc w:val="left"/>
      <w:pPr>
        <w:ind w:left="5039" w:hanging="360"/>
      </w:pPr>
      <w:rPr>
        <w:b/>
      </w:rPr>
    </w:lvl>
    <w:lvl w:ilvl="1" w:tplc="04050019" w:tentative="1">
      <w:start w:val="1"/>
      <w:numFmt w:val="lowerLetter"/>
      <w:lvlText w:val="%2."/>
      <w:lvlJc w:val="left"/>
      <w:pPr>
        <w:ind w:left="5759" w:hanging="360"/>
      </w:pPr>
    </w:lvl>
    <w:lvl w:ilvl="2" w:tplc="0405001B" w:tentative="1">
      <w:start w:val="1"/>
      <w:numFmt w:val="lowerRoman"/>
      <w:lvlText w:val="%3."/>
      <w:lvlJc w:val="right"/>
      <w:pPr>
        <w:ind w:left="6479" w:hanging="180"/>
      </w:pPr>
    </w:lvl>
    <w:lvl w:ilvl="3" w:tplc="0405000F" w:tentative="1">
      <w:start w:val="1"/>
      <w:numFmt w:val="decimal"/>
      <w:lvlText w:val="%4."/>
      <w:lvlJc w:val="left"/>
      <w:pPr>
        <w:ind w:left="7199" w:hanging="360"/>
      </w:pPr>
    </w:lvl>
    <w:lvl w:ilvl="4" w:tplc="04050019" w:tentative="1">
      <w:start w:val="1"/>
      <w:numFmt w:val="lowerLetter"/>
      <w:lvlText w:val="%5."/>
      <w:lvlJc w:val="left"/>
      <w:pPr>
        <w:ind w:left="7919" w:hanging="360"/>
      </w:pPr>
    </w:lvl>
    <w:lvl w:ilvl="5" w:tplc="0405001B" w:tentative="1">
      <w:start w:val="1"/>
      <w:numFmt w:val="lowerRoman"/>
      <w:lvlText w:val="%6."/>
      <w:lvlJc w:val="right"/>
      <w:pPr>
        <w:ind w:left="8639" w:hanging="180"/>
      </w:pPr>
    </w:lvl>
    <w:lvl w:ilvl="6" w:tplc="0405000F" w:tentative="1">
      <w:start w:val="1"/>
      <w:numFmt w:val="decimal"/>
      <w:lvlText w:val="%7."/>
      <w:lvlJc w:val="left"/>
      <w:pPr>
        <w:ind w:left="9359" w:hanging="360"/>
      </w:pPr>
    </w:lvl>
    <w:lvl w:ilvl="7" w:tplc="04050019" w:tentative="1">
      <w:start w:val="1"/>
      <w:numFmt w:val="lowerLetter"/>
      <w:lvlText w:val="%8."/>
      <w:lvlJc w:val="left"/>
      <w:pPr>
        <w:ind w:left="10079" w:hanging="360"/>
      </w:pPr>
    </w:lvl>
    <w:lvl w:ilvl="8" w:tplc="0405001B" w:tentative="1">
      <w:start w:val="1"/>
      <w:numFmt w:val="lowerRoman"/>
      <w:lvlText w:val="%9."/>
      <w:lvlJc w:val="right"/>
      <w:pPr>
        <w:ind w:left="10799" w:hanging="180"/>
      </w:pPr>
    </w:lvl>
  </w:abstractNum>
  <w:abstractNum w:abstractNumId="19" w15:restartNumberingAfterBreak="0">
    <w:nsid w:val="558C2A4A"/>
    <w:multiLevelType w:val="multilevel"/>
    <w:tmpl w:val="B58406F0"/>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15:restartNumberingAfterBreak="0">
    <w:nsid w:val="57871878"/>
    <w:multiLevelType w:val="hybridMultilevel"/>
    <w:tmpl w:val="D27C6C18"/>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5A901977"/>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3"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CB3349E"/>
    <w:multiLevelType w:val="hybridMultilevel"/>
    <w:tmpl w:val="16F4DAD6"/>
    <w:lvl w:ilvl="0" w:tplc="E89A236A">
      <w:start w:val="1"/>
      <w:numFmt w:val="decimal"/>
      <w:lvlText w:val="13.%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28" w15:restartNumberingAfterBreak="0">
    <w:nsid w:val="7E555B3C"/>
    <w:multiLevelType w:val="multilevel"/>
    <w:tmpl w:val="B58406F0"/>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4"/>
  </w:num>
  <w:num w:numId="3">
    <w:abstractNumId w:val="12"/>
  </w:num>
  <w:num w:numId="4">
    <w:abstractNumId w:val="3"/>
  </w:num>
  <w:num w:numId="5">
    <w:abstractNumId w:val="15"/>
  </w:num>
  <w:num w:numId="6">
    <w:abstractNumId w:val="28"/>
  </w:num>
  <w:num w:numId="7">
    <w:abstractNumId w:val="24"/>
  </w:num>
  <w:num w:numId="8">
    <w:abstractNumId w:val="23"/>
  </w:num>
  <w:num w:numId="9">
    <w:abstractNumId w:val="13"/>
  </w:num>
  <w:num w:numId="10">
    <w:abstractNumId w:val="4"/>
  </w:num>
  <w:num w:numId="11">
    <w:abstractNumId w:val="17"/>
  </w:num>
  <w:num w:numId="12">
    <w:abstractNumId w:val="22"/>
  </w:num>
  <w:num w:numId="13">
    <w:abstractNumId w:val="9"/>
  </w:num>
  <w:num w:numId="14">
    <w:abstractNumId w:val="18"/>
  </w:num>
  <w:num w:numId="15">
    <w:abstractNumId w:val="11"/>
  </w:num>
  <w:num w:numId="16">
    <w:abstractNumId w:val="20"/>
  </w:num>
  <w:num w:numId="17">
    <w:abstractNumId w:val="25"/>
  </w:num>
  <w:num w:numId="18">
    <w:abstractNumId w:val="14"/>
  </w:num>
  <w:num w:numId="19">
    <w:abstractNumId w:val="14"/>
  </w:num>
  <w:num w:numId="20">
    <w:abstractNumId w:val="14"/>
  </w:num>
  <w:num w:numId="21">
    <w:abstractNumId w:val="14"/>
  </w:num>
  <w:num w:numId="22">
    <w:abstractNumId w:val="14"/>
  </w:num>
  <w:num w:numId="23">
    <w:abstractNumId w:val="27"/>
  </w:num>
  <w:num w:numId="24">
    <w:abstractNumId w:val="16"/>
  </w:num>
  <w:num w:numId="25">
    <w:abstractNumId w:val="5"/>
  </w:num>
  <w:num w:numId="26">
    <w:abstractNumId w:val="1"/>
  </w:num>
  <w:num w:numId="27">
    <w:abstractNumId w:val="2"/>
  </w:num>
  <w:num w:numId="28">
    <w:abstractNumId w:val="1"/>
  </w:num>
  <w:num w:numId="29">
    <w:abstractNumId w:val="8"/>
  </w:num>
  <w:num w:numId="30">
    <w:abstractNumId w:val="0"/>
  </w:num>
  <w:num w:numId="31">
    <w:abstractNumId w:val="19"/>
  </w:num>
  <w:num w:numId="32">
    <w:abstractNumId w:val="6"/>
  </w:num>
  <w:num w:numId="33">
    <w:abstractNumId w:val="1"/>
  </w:num>
  <w:num w:numId="34">
    <w:abstractNumId w:val="1"/>
  </w:num>
  <w:num w:numId="35">
    <w:abstractNumId w:val="7"/>
  </w:num>
  <w:num w:numId="36">
    <w:abstractNumId w:val="26"/>
  </w:num>
  <w:num w:numId="37">
    <w:abstractNumId w:val="10"/>
  </w:num>
  <w:num w:numId="38">
    <w:abstractNumId w:val="1"/>
  </w:num>
  <w:num w:numId="39">
    <w:abstractNumId w:val="1"/>
  </w:num>
  <w:num w:numId="40">
    <w:abstractNumId w:val="1"/>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4454"/>
    <w:rsid w:val="000364AF"/>
    <w:rsid w:val="0003722C"/>
    <w:rsid w:val="000400E5"/>
    <w:rsid w:val="000405DB"/>
    <w:rsid w:val="0004278F"/>
    <w:rsid w:val="00043350"/>
    <w:rsid w:val="00050A61"/>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3009"/>
    <w:rsid w:val="00151355"/>
    <w:rsid w:val="0015159D"/>
    <w:rsid w:val="001556B5"/>
    <w:rsid w:val="00157151"/>
    <w:rsid w:val="0015747B"/>
    <w:rsid w:val="0016037E"/>
    <w:rsid w:val="001635F6"/>
    <w:rsid w:val="001674EB"/>
    <w:rsid w:val="0017000D"/>
    <w:rsid w:val="001706B7"/>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7397"/>
    <w:rsid w:val="001A1493"/>
    <w:rsid w:val="001A422D"/>
    <w:rsid w:val="001A5787"/>
    <w:rsid w:val="001A5BD4"/>
    <w:rsid w:val="001A5C61"/>
    <w:rsid w:val="001A62D3"/>
    <w:rsid w:val="001A7448"/>
    <w:rsid w:val="001A7CEF"/>
    <w:rsid w:val="001B25D9"/>
    <w:rsid w:val="001B3994"/>
    <w:rsid w:val="001B41BA"/>
    <w:rsid w:val="001B4332"/>
    <w:rsid w:val="001B4CD3"/>
    <w:rsid w:val="001B51DD"/>
    <w:rsid w:val="001B62A1"/>
    <w:rsid w:val="001B636C"/>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E0845"/>
    <w:rsid w:val="001E2A42"/>
    <w:rsid w:val="001E5EEC"/>
    <w:rsid w:val="001F17E2"/>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59D3"/>
    <w:rsid w:val="00241827"/>
    <w:rsid w:val="00244383"/>
    <w:rsid w:val="00245EC2"/>
    <w:rsid w:val="00246930"/>
    <w:rsid w:val="0025217E"/>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4999"/>
    <w:rsid w:val="002B7576"/>
    <w:rsid w:val="002B7A49"/>
    <w:rsid w:val="002C2ACB"/>
    <w:rsid w:val="002C2BF3"/>
    <w:rsid w:val="002C36FD"/>
    <w:rsid w:val="002C59D7"/>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400241"/>
    <w:rsid w:val="0040039B"/>
    <w:rsid w:val="0040355F"/>
    <w:rsid w:val="004035AB"/>
    <w:rsid w:val="00405552"/>
    <w:rsid w:val="00407DEB"/>
    <w:rsid w:val="0041088B"/>
    <w:rsid w:val="0041129B"/>
    <w:rsid w:val="00412C5D"/>
    <w:rsid w:val="00412D8F"/>
    <w:rsid w:val="004150F6"/>
    <w:rsid w:val="004158CC"/>
    <w:rsid w:val="00417FE8"/>
    <w:rsid w:val="004200E0"/>
    <w:rsid w:val="004230EA"/>
    <w:rsid w:val="004242DE"/>
    <w:rsid w:val="004320F3"/>
    <w:rsid w:val="004347BE"/>
    <w:rsid w:val="00435050"/>
    <w:rsid w:val="00435729"/>
    <w:rsid w:val="00437AE7"/>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E9F"/>
    <w:rsid w:val="00501EA2"/>
    <w:rsid w:val="00502BB0"/>
    <w:rsid w:val="00504B5A"/>
    <w:rsid w:val="00507EDE"/>
    <w:rsid w:val="0051486A"/>
    <w:rsid w:val="005161DD"/>
    <w:rsid w:val="00516FF5"/>
    <w:rsid w:val="005172A8"/>
    <w:rsid w:val="00520727"/>
    <w:rsid w:val="00520E19"/>
    <w:rsid w:val="00523E5A"/>
    <w:rsid w:val="00525C09"/>
    <w:rsid w:val="00525CC7"/>
    <w:rsid w:val="00526AC1"/>
    <w:rsid w:val="005303D3"/>
    <w:rsid w:val="005304AC"/>
    <w:rsid w:val="00530CB9"/>
    <w:rsid w:val="00531F06"/>
    <w:rsid w:val="005365D0"/>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68A2"/>
    <w:rsid w:val="005C6ACC"/>
    <w:rsid w:val="005D1EDB"/>
    <w:rsid w:val="005D2137"/>
    <w:rsid w:val="005D3C0E"/>
    <w:rsid w:val="005D4766"/>
    <w:rsid w:val="005E0CC1"/>
    <w:rsid w:val="005E1A05"/>
    <w:rsid w:val="005E3626"/>
    <w:rsid w:val="005E53B6"/>
    <w:rsid w:val="005E61AF"/>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4D5A"/>
    <w:rsid w:val="00627967"/>
    <w:rsid w:val="00627DDE"/>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6E4D"/>
    <w:rsid w:val="00656E54"/>
    <w:rsid w:val="00663A0E"/>
    <w:rsid w:val="006655C5"/>
    <w:rsid w:val="006665AE"/>
    <w:rsid w:val="00667EC9"/>
    <w:rsid w:val="00670022"/>
    <w:rsid w:val="00670338"/>
    <w:rsid w:val="0067093F"/>
    <w:rsid w:val="00670BA3"/>
    <w:rsid w:val="00670E7C"/>
    <w:rsid w:val="00671CE7"/>
    <w:rsid w:val="0067395F"/>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10367"/>
    <w:rsid w:val="00711F94"/>
    <w:rsid w:val="00712FF4"/>
    <w:rsid w:val="00713B74"/>
    <w:rsid w:val="00713C6C"/>
    <w:rsid w:val="007144F2"/>
    <w:rsid w:val="00716BFF"/>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6554"/>
    <w:rsid w:val="00893121"/>
    <w:rsid w:val="00893A90"/>
    <w:rsid w:val="00896B93"/>
    <w:rsid w:val="008A03AB"/>
    <w:rsid w:val="008A2856"/>
    <w:rsid w:val="008A47A9"/>
    <w:rsid w:val="008A6787"/>
    <w:rsid w:val="008A7BCF"/>
    <w:rsid w:val="008B00DC"/>
    <w:rsid w:val="008B1010"/>
    <w:rsid w:val="008B19CD"/>
    <w:rsid w:val="008B244F"/>
    <w:rsid w:val="008B3BEA"/>
    <w:rsid w:val="008B40F2"/>
    <w:rsid w:val="008B69F1"/>
    <w:rsid w:val="008B6FD9"/>
    <w:rsid w:val="008C0FD3"/>
    <w:rsid w:val="008C126D"/>
    <w:rsid w:val="008C3419"/>
    <w:rsid w:val="008C36E3"/>
    <w:rsid w:val="008C41F9"/>
    <w:rsid w:val="008C57C0"/>
    <w:rsid w:val="008D048C"/>
    <w:rsid w:val="008D21F8"/>
    <w:rsid w:val="008D37E0"/>
    <w:rsid w:val="008D3B6E"/>
    <w:rsid w:val="008D631B"/>
    <w:rsid w:val="008D7C7B"/>
    <w:rsid w:val="008E1CBC"/>
    <w:rsid w:val="008E1F4F"/>
    <w:rsid w:val="008E3187"/>
    <w:rsid w:val="008E475E"/>
    <w:rsid w:val="008E5689"/>
    <w:rsid w:val="008F170C"/>
    <w:rsid w:val="008F34B4"/>
    <w:rsid w:val="008F391C"/>
    <w:rsid w:val="008F586C"/>
    <w:rsid w:val="00900032"/>
    <w:rsid w:val="00901AAC"/>
    <w:rsid w:val="00901EFC"/>
    <w:rsid w:val="00902546"/>
    <w:rsid w:val="0090325B"/>
    <w:rsid w:val="009053A8"/>
    <w:rsid w:val="00910514"/>
    <w:rsid w:val="00910B22"/>
    <w:rsid w:val="00911734"/>
    <w:rsid w:val="009121F2"/>
    <w:rsid w:val="009145EC"/>
    <w:rsid w:val="00914A69"/>
    <w:rsid w:val="0091627B"/>
    <w:rsid w:val="00917B69"/>
    <w:rsid w:val="00921373"/>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BAF"/>
    <w:rsid w:val="00955D87"/>
    <w:rsid w:val="00961CC8"/>
    <w:rsid w:val="00962A6E"/>
    <w:rsid w:val="00962C3B"/>
    <w:rsid w:val="009638A0"/>
    <w:rsid w:val="009638B6"/>
    <w:rsid w:val="009645D4"/>
    <w:rsid w:val="00967F35"/>
    <w:rsid w:val="0097438D"/>
    <w:rsid w:val="00974A3B"/>
    <w:rsid w:val="00974C15"/>
    <w:rsid w:val="0098049B"/>
    <w:rsid w:val="00982BD2"/>
    <w:rsid w:val="00982E86"/>
    <w:rsid w:val="00984C4E"/>
    <w:rsid w:val="00985C5C"/>
    <w:rsid w:val="00986397"/>
    <w:rsid w:val="009873A7"/>
    <w:rsid w:val="0099428C"/>
    <w:rsid w:val="0099529F"/>
    <w:rsid w:val="009977A4"/>
    <w:rsid w:val="009A0250"/>
    <w:rsid w:val="009A16FA"/>
    <w:rsid w:val="009A2A0F"/>
    <w:rsid w:val="009A3AB2"/>
    <w:rsid w:val="009A4082"/>
    <w:rsid w:val="009A51A4"/>
    <w:rsid w:val="009B2177"/>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4E1E"/>
    <w:rsid w:val="00A7090C"/>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1E80"/>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D1E"/>
    <w:rsid w:val="00B232F1"/>
    <w:rsid w:val="00B2400A"/>
    <w:rsid w:val="00B2463C"/>
    <w:rsid w:val="00B25785"/>
    <w:rsid w:val="00B26D65"/>
    <w:rsid w:val="00B3156E"/>
    <w:rsid w:val="00B317A4"/>
    <w:rsid w:val="00B3266C"/>
    <w:rsid w:val="00B33D90"/>
    <w:rsid w:val="00B3426E"/>
    <w:rsid w:val="00B406AB"/>
    <w:rsid w:val="00B41B40"/>
    <w:rsid w:val="00B41DB4"/>
    <w:rsid w:val="00B420B9"/>
    <w:rsid w:val="00B442C4"/>
    <w:rsid w:val="00B47D18"/>
    <w:rsid w:val="00B543D3"/>
    <w:rsid w:val="00B5632B"/>
    <w:rsid w:val="00B56B5D"/>
    <w:rsid w:val="00B57A93"/>
    <w:rsid w:val="00B60A74"/>
    <w:rsid w:val="00B60AA0"/>
    <w:rsid w:val="00B63E35"/>
    <w:rsid w:val="00B65179"/>
    <w:rsid w:val="00B653A9"/>
    <w:rsid w:val="00B66E6F"/>
    <w:rsid w:val="00B67779"/>
    <w:rsid w:val="00B71675"/>
    <w:rsid w:val="00B7185F"/>
    <w:rsid w:val="00B72CCE"/>
    <w:rsid w:val="00B7390D"/>
    <w:rsid w:val="00B749FE"/>
    <w:rsid w:val="00B80383"/>
    <w:rsid w:val="00B813F6"/>
    <w:rsid w:val="00B82E30"/>
    <w:rsid w:val="00B854B1"/>
    <w:rsid w:val="00B86FE7"/>
    <w:rsid w:val="00B90D10"/>
    <w:rsid w:val="00B91854"/>
    <w:rsid w:val="00B948F3"/>
    <w:rsid w:val="00B95DB1"/>
    <w:rsid w:val="00B975B6"/>
    <w:rsid w:val="00BA0353"/>
    <w:rsid w:val="00BA2347"/>
    <w:rsid w:val="00BA2F40"/>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10293"/>
    <w:rsid w:val="00C16D12"/>
    <w:rsid w:val="00C22D19"/>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3160"/>
    <w:rsid w:val="00CB3EB4"/>
    <w:rsid w:val="00CB4435"/>
    <w:rsid w:val="00CB4C32"/>
    <w:rsid w:val="00CC09CD"/>
    <w:rsid w:val="00CC3765"/>
    <w:rsid w:val="00CC3874"/>
    <w:rsid w:val="00CC3F97"/>
    <w:rsid w:val="00CC752D"/>
    <w:rsid w:val="00CC7618"/>
    <w:rsid w:val="00CD0558"/>
    <w:rsid w:val="00CD130D"/>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40D3"/>
    <w:rsid w:val="00D54220"/>
    <w:rsid w:val="00D56915"/>
    <w:rsid w:val="00D5723F"/>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59C7"/>
    <w:rsid w:val="00E43692"/>
    <w:rsid w:val="00E43D6E"/>
    <w:rsid w:val="00E44419"/>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B1A86"/>
    <w:rsid w:val="00EB37CF"/>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E03C8"/>
    <w:rsid w:val="00EE04B8"/>
    <w:rsid w:val="00EE17C6"/>
    <w:rsid w:val="00EE2FC2"/>
    <w:rsid w:val="00EE5F2A"/>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4243"/>
    <w:rsid w:val="00F666F6"/>
    <w:rsid w:val="00F70EFB"/>
    <w:rsid w:val="00F73C2C"/>
    <w:rsid w:val="00F73D1F"/>
    <w:rsid w:val="00F740A8"/>
    <w:rsid w:val="00F77D18"/>
    <w:rsid w:val="00F77DCD"/>
    <w:rsid w:val="00F8048C"/>
    <w:rsid w:val="00F80E22"/>
    <w:rsid w:val="00F823A5"/>
    <w:rsid w:val="00F84379"/>
    <w:rsid w:val="00F84746"/>
    <w:rsid w:val="00F85C5E"/>
    <w:rsid w:val="00F861F6"/>
    <w:rsid w:val="00F86BA7"/>
    <w:rsid w:val="00F86C9C"/>
    <w:rsid w:val="00F944D7"/>
    <w:rsid w:val="00F94743"/>
    <w:rsid w:val="00F95BB8"/>
    <w:rsid w:val="00FA02E0"/>
    <w:rsid w:val="00FA128E"/>
    <w:rsid w:val="00FA1A1D"/>
    <w:rsid w:val="00FA4453"/>
    <w:rsid w:val="00FA4ECC"/>
    <w:rsid w:val="00FA4ED0"/>
    <w:rsid w:val="00FA743B"/>
    <w:rsid w:val="00FB14A0"/>
    <w:rsid w:val="00FB1F18"/>
    <w:rsid w:val="00FC2FE5"/>
    <w:rsid w:val="00FC47F9"/>
    <w:rsid w:val="00FC4EF1"/>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ndrej.Ferenci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65459-74A3-4778-A7AD-136D9B415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3</TotalTime>
  <Pages>17</Pages>
  <Words>8802</Words>
  <Characters>52968</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61647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Červenková Jana</cp:lastModifiedBy>
  <cp:revision>4</cp:revision>
  <cp:lastPrinted>2023-11-16T13:17:00Z</cp:lastPrinted>
  <dcterms:created xsi:type="dcterms:W3CDTF">2023-11-08T08:00:00Z</dcterms:created>
  <dcterms:modified xsi:type="dcterms:W3CDTF">2023-11-16T13:18:00Z</dcterms:modified>
</cp:coreProperties>
</file>